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06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3"/>
        <w:gridCol w:w="852"/>
        <w:gridCol w:w="981"/>
        <w:gridCol w:w="1001"/>
        <w:gridCol w:w="149"/>
        <w:gridCol w:w="142"/>
        <w:gridCol w:w="703"/>
        <w:gridCol w:w="289"/>
        <w:gridCol w:w="567"/>
        <w:gridCol w:w="137"/>
        <w:gridCol w:w="572"/>
        <w:gridCol w:w="428"/>
        <w:gridCol w:w="138"/>
        <w:gridCol w:w="710"/>
        <w:gridCol w:w="136"/>
        <w:gridCol w:w="35"/>
        <w:gridCol w:w="535"/>
        <w:gridCol w:w="428"/>
        <w:gridCol w:w="1134"/>
      </w:tblGrid>
      <w:tr w:rsidR="009F2592" w:rsidRPr="00602FEB" w14:paraId="1379753E" w14:textId="77777777" w:rsidTr="00602FEB">
        <w:trPr>
          <w:trHeight w:val="278"/>
        </w:trPr>
        <w:tc>
          <w:tcPr>
            <w:tcW w:w="10060" w:type="dxa"/>
            <w:gridSpan w:val="19"/>
            <w:shd w:val="clear" w:color="auto" w:fill="000000" w:themeFill="text1"/>
            <w:vAlign w:val="center"/>
          </w:tcPr>
          <w:p w14:paraId="76075CA1" w14:textId="09040120" w:rsidR="009F2592" w:rsidRPr="00602FEB" w:rsidRDefault="009F2592" w:rsidP="00B46647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602FEB">
              <w:rPr>
                <w:b/>
                <w:color w:val="FFFFFF" w:themeColor="background1"/>
                <w:sz w:val="24"/>
              </w:rPr>
              <w:t>Cédula 3.</w:t>
            </w:r>
            <w:r w:rsidR="00B86DDD">
              <w:rPr>
                <w:b/>
                <w:color w:val="FFFFFF" w:themeColor="background1"/>
                <w:sz w:val="24"/>
              </w:rPr>
              <w:t>5</w:t>
            </w:r>
            <w:r w:rsidRPr="00602FEB">
              <w:rPr>
                <w:b/>
                <w:color w:val="FFFFFF" w:themeColor="background1"/>
                <w:sz w:val="24"/>
              </w:rPr>
              <w:t>.</w:t>
            </w:r>
            <w:r w:rsidR="00B86DDD">
              <w:rPr>
                <w:b/>
                <w:color w:val="FFFFFF" w:themeColor="background1"/>
                <w:sz w:val="24"/>
              </w:rPr>
              <w:t>1</w:t>
            </w:r>
            <w:r w:rsidRPr="00602FEB">
              <w:rPr>
                <w:b/>
                <w:color w:val="FFFFFF" w:themeColor="background1"/>
                <w:sz w:val="24"/>
              </w:rPr>
              <w:t xml:space="preserve"> – Programa de</w:t>
            </w:r>
            <w:r w:rsidR="00A6099D" w:rsidRPr="00602FEB">
              <w:rPr>
                <w:b/>
                <w:color w:val="FFFFFF" w:themeColor="background1"/>
                <w:sz w:val="24"/>
              </w:rPr>
              <w:t xml:space="preserve">l curso, </w:t>
            </w:r>
            <w:r w:rsidRPr="00602FEB">
              <w:rPr>
                <w:b/>
                <w:color w:val="FFFFFF" w:themeColor="background1"/>
                <w:sz w:val="24"/>
              </w:rPr>
              <w:t>asignatura o unidad de aprendizaje</w:t>
            </w:r>
          </w:p>
        </w:tc>
      </w:tr>
      <w:tr w:rsidR="009F2592" w:rsidRPr="00886779" w14:paraId="761FF8CF" w14:textId="77777777" w:rsidTr="00602FEB">
        <w:trPr>
          <w:trHeight w:val="61"/>
        </w:trPr>
        <w:tc>
          <w:tcPr>
            <w:tcW w:w="10060" w:type="dxa"/>
            <w:gridSpan w:val="19"/>
            <w:shd w:val="clear" w:color="auto" w:fill="auto"/>
          </w:tcPr>
          <w:p w14:paraId="35937C9A" w14:textId="77777777" w:rsidR="009F2592" w:rsidRPr="00CC5E2B" w:rsidRDefault="009F2592" w:rsidP="00B46647">
            <w:pPr>
              <w:jc w:val="center"/>
              <w:rPr>
                <w:b/>
                <w:color w:val="FFFFFF" w:themeColor="background1"/>
                <w:sz w:val="10"/>
                <w:szCs w:val="28"/>
              </w:rPr>
            </w:pPr>
          </w:p>
        </w:tc>
      </w:tr>
      <w:tr w:rsidR="00924C57" w:rsidRPr="007156DF" w14:paraId="41BFF1C3" w14:textId="77777777" w:rsidTr="00B86DDD">
        <w:tc>
          <w:tcPr>
            <w:tcW w:w="1975" w:type="dxa"/>
            <w:gridSpan w:val="2"/>
            <w:shd w:val="clear" w:color="auto" w:fill="D9D9D9" w:themeFill="background1" w:themeFillShade="D9"/>
          </w:tcPr>
          <w:p w14:paraId="4399075F" w14:textId="77777777" w:rsidR="009F2592" w:rsidRPr="006D078F" w:rsidRDefault="009F2592" w:rsidP="00602FEB">
            <w:pPr>
              <w:pStyle w:val="SubtitCen"/>
            </w:pPr>
            <w:r w:rsidRPr="006D078F">
              <w:t>INSTRUCCIONES: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60BCB02F" w14:textId="606AB8B6" w:rsidR="009F2592" w:rsidRPr="007156DF" w:rsidRDefault="009F2592" w:rsidP="00B466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Utilice la siguiente cédula para </w:t>
            </w:r>
            <w:r w:rsidRPr="00D818ED">
              <w:rPr>
                <w:sz w:val="16"/>
                <w:szCs w:val="16"/>
              </w:rPr>
              <w:t>aportar</w:t>
            </w:r>
            <w:r>
              <w:rPr>
                <w:sz w:val="16"/>
                <w:szCs w:val="16"/>
              </w:rPr>
              <w:t xml:space="preserve"> la información de los cursos, asignaturas o unidades de aprendizaje que integran el programa educativo. </w:t>
            </w:r>
            <w:r w:rsidR="004F1DA9">
              <w:rPr>
                <w:sz w:val="16"/>
                <w:szCs w:val="16"/>
              </w:rPr>
              <w:t>Se debe llenar sólo una cédula por cada curso previsto en el plan de estudios</w:t>
            </w:r>
            <w:r>
              <w:rPr>
                <w:sz w:val="16"/>
                <w:szCs w:val="16"/>
              </w:rPr>
              <w:t>.</w:t>
            </w:r>
            <w:r w:rsidR="004F1DA9">
              <w:rPr>
                <w:sz w:val="16"/>
                <w:szCs w:val="16"/>
              </w:rPr>
              <w:t xml:space="preserve"> Ver instrucciones detalladas al final.</w:t>
            </w:r>
          </w:p>
        </w:tc>
      </w:tr>
      <w:tr w:rsidR="009F2592" w:rsidRPr="000F008E" w14:paraId="5A1EBA81" w14:textId="77777777" w:rsidTr="00602FEB">
        <w:trPr>
          <w:trHeight w:val="61"/>
        </w:trPr>
        <w:tc>
          <w:tcPr>
            <w:tcW w:w="10060" w:type="dxa"/>
            <w:gridSpan w:val="19"/>
            <w:shd w:val="clear" w:color="auto" w:fill="auto"/>
          </w:tcPr>
          <w:p w14:paraId="7BAA94E3" w14:textId="77777777" w:rsidR="009F2592" w:rsidRPr="00946048" w:rsidRDefault="009F2592" w:rsidP="00B46647">
            <w:pPr>
              <w:rPr>
                <w:sz w:val="8"/>
                <w:szCs w:val="8"/>
              </w:rPr>
            </w:pPr>
          </w:p>
        </w:tc>
      </w:tr>
      <w:tr w:rsidR="001C619D" w:rsidRPr="00017954" w14:paraId="503878AE" w14:textId="77777777" w:rsidTr="00B86DDD">
        <w:tc>
          <w:tcPr>
            <w:tcW w:w="1975" w:type="dxa"/>
            <w:gridSpan w:val="2"/>
            <w:shd w:val="clear" w:color="auto" w:fill="D9D9D9" w:themeFill="background1" w:themeFillShade="D9"/>
          </w:tcPr>
          <w:p w14:paraId="67E5D262" w14:textId="32179971" w:rsidR="009F2592" w:rsidRPr="00FC7F47" w:rsidRDefault="00B46647" w:rsidP="00B74A00">
            <w:pPr>
              <w:pStyle w:val="SubttuloTab"/>
            </w:pPr>
            <w:r>
              <w:t>1. Clave</w:t>
            </w:r>
            <w:r w:rsidR="009F2592" w:rsidRPr="00FC7F47">
              <w:t xml:space="preserve"> del curso</w:t>
            </w:r>
          </w:p>
        </w:tc>
        <w:tc>
          <w:tcPr>
            <w:tcW w:w="297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6C4EC8A" w14:textId="77777777" w:rsidR="009F2592" w:rsidRPr="00A6099D" w:rsidRDefault="009F2592" w:rsidP="00A6099D"/>
        </w:tc>
        <w:tc>
          <w:tcPr>
            <w:tcW w:w="3012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BB35C65" w14:textId="2EF19A09" w:rsidR="009F2592" w:rsidRPr="00B46647" w:rsidRDefault="00B46647" w:rsidP="00B74A00">
            <w:pPr>
              <w:pStyle w:val="SubttuloTab"/>
            </w:pPr>
            <w:r w:rsidRPr="00B46647">
              <w:t xml:space="preserve">4. </w:t>
            </w:r>
            <w:r w:rsidR="009F2592" w:rsidRPr="00B46647">
              <w:t>Ubicación (periodo en que se imparte)</w:t>
            </w:r>
          </w:p>
        </w:tc>
        <w:tc>
          <w:tcPr>
            <w:tcW w:w="20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EC8F0C" w14:textId="77777777" w:rsidR="009F2592" w:rsidRPr="00017954" w:rsidRDefault="009F2592" w:rsidP="00A6099D"/>
        </w:tc>
      </w:tr>
      <w:tr w:rsidR="00A84CF7" w:rsidRPr="00017954" w14:paraId="30A11999" w14:textId="77777777" w:rsidTr="00B86DDD">
        <w:tc>
          <w:tcPr>
            <w:tcW w:w="1975" w:type="dxa"/>
            <w:gridSpan w:val="2"/>
            <w:shd w:val="clear" w:color="auto" w:fill="D9D9D9" w:themeFill="background1" w:themeFillShade="D9"/>
          </w:tcPr>
          <w:p w14:paraId="217A8354" w14:textId="17F5219F" w:rsidR="009F2592" w:rsidRPr="00FC7F47" w:rsidRDefault="00B46647" w:rsidP="00B74A00">
            <w:pPr>
              <w:pStyle w:val="SubttuloTab"/>
            </w:pPr>
            <w:r>
              <w:t xml:space="preserve">2. </w:t>
            </w:r>
            <w:r w:rsidR="009F2592" w:rsidRPr="00FC7F47">
              <w:t>Nombre del curso</w:t>
            </w:r>
          </w:p>
        </w:tc>
        <w:tc>
          <w:tcPr>
            <w:tcW w:w="8085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740CF85E" w14:textId="77777777" w:rsidR="009F2592" w:rsidRPr="00017954" w:rsidRDefault="009F2592" w:rsidP="00A6099D"/>
        </w:tc>
      </w:tr>
      <w:tr w:rsidR="00A84CF7" w:rsidRPr="00017954" w14:paraId="6CB17EF8" w14:textId="77777777" w:rsidTr="00B86DDD">
        <w:tc>
          <w:tcPr>
            <w:tcW w:w="1975" w:type="dxa"/>
            <w:gridSpan w:val="2"/>
            <w:shd w:val="clear" w:color="auto" w:fill="D9D9D9" w:themeFill="background1" w:themeFillShade="D9"/>
          </w:tcPr>
          <w:p w14:paraId="2F5FC857" w14:textId="4E66653B" w:rsidR="009F2592" w:rsidRPr="00FC7F47" w:rsidRDefault="00B46647" w:rsidP="00B74A00">
            <w:pPr>
              <w:pStyle w:val="SubttuloTab"/>
            </w:pPr>
            <w:r>
              <w:t xml:space="preserve">3. </w:t>
            </w:r>
            <w:r w:rsidR="009F2592" w:rsidRPr="00FC7F47">
              <w:t>Seriación o prer</w:t>
            </w:r>
            <w:r w:rsidR="004F1DA9">
              <w:t>r</w:t>
            </w:r>
            <w:r w:rsidR="009F2592" w:rsidRPr="00FC7F47">
              <w:t>equisitos</w:t>
            </w:r>
          </w:p>
        </w:tc>
        <w:tc>
          <w:tcPr>
            <w:tcW w:w="8085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14:paraId="08958F92" w14:textId="77777777" w:rsidR="009F2592" w:rsidRPr="00017954" w:rsidRDefault="009F2592" w:rsidP="00A6099D"/>
        </w:tc>
      </w:tr>
      <w:tr w:rsidR="00B86DDD" w:rsidRPr="007156DF" w14:paraId="23333F7F" w14:textId="77777777" w:rsidTr="00B86DDD">
        <w:trPr>
          <w:trHeight w:val="124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14:paraId="0CF7DD5F" w14:textId="546B0B6C" w:rsidR="00B86DDD" w:rsidRPr="00B46647" w:rsidRDefault="00B86DDD" w:rsidP="00B74A00">
            <w:pPr>
              <w:pStyle w:val="SubtitCen"/>
            </w:pPr>
            <w:r w:rsidRPr="00B46647">
              <w:t>5. Tipo de curso</w:t>
            </w:r>
          </w:p>
        </w:tc>
        <w:tc>
          <w:tcPr>
            <w:tcW w:w="981" w:type="dxa"/>
            <w:vMerge w:val="restart"/>
            <w:shd w:val="clear" w:color="auto" w:fill="D9D9D9" w:themeFill="background1" w:themeFillShade="D9"/>
            <w:vAlign w:val="center"/>
          </w:tcPr>
          <w:p w14:paraId="06239217" w14:textId="4D21E2DE" w:rsidR="00B86DDD" w:rsidRPr="00B46647" w:rsidRDefault="00B86DDD" w:rsidP="00B74A00">
            <w:pPr>
              <w:pStyle w:val="SubtitCen"/>
              <w:jc w:val="right"/>
            </w:pPr>
            <w:r w:rsidRPr="00B46647">
              <w:t>Ejes</w:t>
            </w:r>
          </w:p>
        </w:tc>
        <w:tc>
          <w:tcPr>
            <w:tcW w:w="1292" w:type="dxa"/>
            <w:gridSpan w:val="3"/>
            <w:vMerge w:val="restart"/>
            <w:shd w:val="clear" w:color="auto" w:fill="D9D9D9" w:themeFill="background1" w:themeFillShade="D9"/>
          </w:tcPr>
          <w:p w14:paraId="1DA83634" w14:textId="7F4367C3" w:rsidR="00B86DDD" w:rsidRPr="00B46647" w:rsidRDefault="00B86DDD" w:rsidP="00B74A00">
            <w:pPr>
              <w:pStyle w:val="SubtitCen"/>
            </w:pPr>
            <w:r w:rsidRPr="00B46647">
              <w:t xml:space="preserve">Ciencias </w:t>
            </w:r>
            <w:r>
              <w:br/>
            </w:r>
            <w:r w:rsidRPr="00B46647">
              <w:t>Básicas</w:t>
            </w:r>
          </w:p>
        </w:tc>
        <w:tc>
          <w:tcPr>
            <w:tcW w:w="1559" w:type="dxa"/>
            <w:gridSpan w:val="3"/>
            <w:vMerge w:val="restart"/>
            <w:shd w:val="clear" w:color="auto" w:fill="D9D9D9" w:themeFill="background1" w:themeFillShade="D9"/>
          </w:tcPr>
          <w:p w14:paraId="5934250F" w14:textId="77777777" w:rsidR="00B86DDD" w:rsidRPr="00B46647" w:rsidRDefault="00B86DDD" w:rsidP="00B74A00">
            <w:pPr>
              <w:pStyle w:val="SubtitCen"/>
            </w:pPr>
            <w:r w:rsidRPr="00B46647">
              <w:t>Ciencias de la Ingeniería</w:t>
            </w:r>
          </w:p>
        </w:tc>
        <w:tc>
          <w:tcPr>
            <w:tcW w:w="1275" w:type="dxa"/>
            <w:gridSpan w:val="4"/>
            <w:vMerge w:val="restart"/>
            <w:shd w:val="clear" w:color="auto" w:fill="D9D9D9" w:themeFill="background1" w:themeFillShade="D9"/>
          </w:tcPr>
          <w:p w14:paraId="407E84D2" w14:textId="77777777" w:rsidR="00B86DDD" w:rsidRPr="00B46647" w:rsidRDefault="00B86DDD" w:rsidP="00B74A00">
            <w:pPr>
              <w:pStyle w:val="SubtitCen"/>
            </w:pPr>
            <w:r w:rsidRPr="00B46647">
              <w:t>Ingeniería  Aplicada</w:t>
            </w:r>
          </w:p>
        </w:tc>
        <w:tc>
          <w:tcPr>
            <w:tcW w:w="1416" w:type="dxa"/>
            <w:gridSpan w:val="4"/>
            <w:vMerge w:val="restart"/>
            <w:shd w:val="clear" w:color="auto" w:fill="D9D9D9" w:themeFill="background1" w:themeFillShade="D9"/>
          </w:tcPr>
          <w:p w14:paraId="50BA33FF" w14:textId="3D8A7A8E" w:rsidR="00B86DDD" w:rsidRPr="00B46647" w:rsidRDefault="00B86DDD" w:rsidP="00B74A00">
            <w:pPr>
              <w:pStyle w:val="SubtitCen"/>
            </w:pPr>
            <w:r w:rsidRPr="00B46647">
              <w:t xml:space="preserve">Diseño </w:t>
            </w:r>
            <w:r>
              <w:br/>
            </w:r>
            <w:r w:rsidRPr="00B46647">
              <w:t>en Ingeniería</w:t>
            </w:r>
          </w:p>
        </w:tc>
        <w:tc>
          <w:tcPr>
            <w:tcW w:w="1562" w:type="dxa"/>
            <w:gridSpan w:val="2"/>
            <w:vMerge w:val="restart"/>
            <w:shd w:val="clear" w:color="auto" w:fill="D9D9D9" w:themeFill="background1" w:themeFillShade="D9"/>
          </w:tcPr>
          <w:p w14:paraId="2BA9912D" w14:textId="048C614C" w:rsidR="00B86DDD" w:rsidRPr="00B46647" w:rsidRDefault="00B86DDD" w:rsidP="00B86DDD">
            <w:pPr>
              <w:pStyle w:val="SubtitCen"/>
            </w:pPr>
            <w:r>
              <w:t xml:space="preserve">Contexto </w:t>
            </w:r>
            <w:r>
              <w:br/>
              <w:t>de la ingeniería</w:t>
            </w:r>
          </w:p>
        </w:tc>
      </w:tr>
      <w:tr w:rsidR="00B86DDD" w:rsidRPr="007156DF" w14:paraId="7CB828C6" w14:textId="77777777" w:rsidTr="00B86DDD">
        <w:trPr>
          <w:trHeight w:val="124"/>
        </w:trPr>
        <w:tc>
          <w:tcPr>
            <w:tcW w:w="1123" w:type="dxa"/>
            <w:shd w:val="clear" w:color="auto" w:fill="D9D9D9" w:themeFill="background1" w:themeFillShade="D9"/>
          </w:tcPr>
          <w:p w14:paraId="3BBD3A06" w14:textId="3C1357BD" w:rsidR="00B86DDD" w:rsidRPr="00B46647" w:rsidRDefault="00B86DDD" w:rsidP="00B74A00">
            <w:pPr>
              <w:pStyle w:val="SubtitCen"/>
            </w:pPr>
            <w:r>
              <w:t>Obligatorio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14:paraId="2907550D" w14:textId="4D19D1FD" w:rsidR="00B86DDD" w:rsidRPr="00B46647" w:rsidRDefault="00B86DDD" w:rsidP="00B74A00">
            <w:pPr>
              <w:pStyle w:val="SubtitCen"/>
            </w:pPr>
            <w:r>
              <w:t>Optativo</w:t>
            </w:r>
          </w:p>
        </w:tc>
        <w:tc>
          <w:tcPr>
            <w:tcW w:w="981" w:type="dxa"/>
            <w:vMerge/>
            <w:shd w:val="clear" w:color="auto" w:fill="D9D9D9" w:themeFill="background1" w:themeFillShade="D9"/>
            <w:vAlign w:val="center"/>
          </w:tcPr>
          <w:p w14:paraId="19569942" w14:textId="77777777" w:rsidR="00B86DDD" w:rsidRDefault="00B86DDD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2" w:type="dxa"/>
            <w:gridSpan w:val="3"/>
            <w:vMerge/>
            <w:shd w:val="clear" w:color="auto" w:fill="D9D9D9" w:themeFill="background1" w:themeFillShade="D9"/>
          </w:tcPr>
          <w:p w14:paraId="2A424209" w14:textId="77777777" w:rsidR="00B86DDD" w:rsidRDefault="00B86DDD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shd w:val="clear" w:color="auto" w:fill="D9D9D9" w:themeFill="background1" w:themeFillShade="D9"/>
          </w:tcPr>
          <w:p w14:paraId="4AEC0A91" w14:textId="77777777" w:rsidR="00B86DDD" w:rsidRDefault="00B86DDD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4"/>
            <w:vMerge/>
            <w:shd w:val="clear" w:color="auto" w:fill="D9D9D9" w:themeFill="background1" w:themeFillShade="D9"/>
          </w:tcPr>
          <w:p w14:paraId="5C5E3876" w14:textId="77777777" w:rsidR="00B86DDD" w:rsidRDefault="00B86DDD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4"/>
            <w:vMerge/>
            <w:shd w:val="clear" w:color="auto" w:fill="D9D9D9" w:themeFill="background1" w:themeFillShade="D9"/>
          </w:tcPr>
          <w:p w14:paraId="25A8F444" w14:textId="77777777" w:rsidR="00B86DDD" w:rsidRDefault="00B86DDD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vMerge/>
            <w:shd w:val="clear" w:color="auto" w:fill="D9D9D9" w:themeFill="background1" w:themeFillShade="D9"/>
          </w:tcPr>
          <w:p w14:paraId="1003CC10" w14:textId="77777777" w:rsidR="00B86DDD" w:rsidRDefault="00B86DDD" w:rsidP="00B46647">
            <w:pPr>
              <w:jc w:val="center"/>
              <w:rPr>
                <w:sz w:val="16"/>
                <w:szCs w:val="16"/>
              </w:rPr>
            </w:pPr>
          </w:p>
        </w:tc>
      </w:tr>
      <w:tr w:rsidR="00B86DDD" w:rsidRPr="007156DF" w14:paraId="36712F2E" w14:textId="77777777" w:rsidTr="00B86DDD">
        <w:tc>
          <w:tcPr>
            <w:tcW w:w="1123" w:type="dxa"/>
            <w:shd w:val="clear" w:color="auto" w:fill="auto"/>
            <w:vAlign w:val="center"/>
          </w:tcPr>
          <w:p w14:paraId="00179DF1" w14:textId="1A640753" w:rsidR="00B86DDD" w:rsidRPr="00017954" w:rsidRDefault="00B86DDD" w:rsidP="00A6099D"/>
        </w:tc>
        <w:tc>
          <w:tcPr>
            <w:tcW w:w="852" w:type="dxa"/>
            <w:shd w:val="clear" w:color="auto" w:fill="auto"/>
            <w:vAlign w:val="center"/>
          </w:tcPr>
          <w:p w14:paraId="2512DFDF" w14:textId="5A12B2D9" w:rsidR="00B86DDD" w:rsidRPr="00017954" w:rsidRDefault="00B86DDD" w:rsidP="00A6099D"/>
        </w:tc>
        <w:tc>
          <w:tcPr>
            <w:tcW w:w="981" w:type="dxa"/>
            <w:shd w:val="clear" w:color="auto" w:fill="D9D9D9" w:themeFill="background1" w:themeFillShade="D9"/>
          </w:tcPr>
          <w:p w14:paraId="60234621" w14:textId="1C9095AC" w:rsidR="00B86DDD" w:rsidRPr="00B46647" w:rsidRDefault="00B86DDD" w:rsidP="00B74A00">
            <w:pPr>
              <w:jc w:val="right"/>
              <w:rPr>
                <w:b/>
                <w:bCs/>
                <w:sz w:val="16"/>
                <w:szCs w:val="16"/>
              </w:rPr>
            </w:pPr>
            <w:r w:rsidRPr="00B46647">
              <w:rPr>
                <w:b/>
                <w:bCs/>
                <w:sz w:val="16"/>
                <w:szCs w:val="16"/>
              </w:rPr>
              <w:t>6. Horas totales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14:paraId="4446387B" w14:textId="77777777" w:rsidR="00B86DDD" w:rsidRPr="00A6099D" w:rsidRDefault="00B86DDD" w:rsidP="00A6099D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54F18E04" w14:textId="77777777" w:rsidR="00B86DDD" w:rsidRPr="00A6099D" w:rsidRDefault="00B86DDD" w:rsidP="00A6099D">
            <w:pPr>
              <w:jc w:val="center"/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51E2064B" w14:textId="77777777" w:rsidR="00B86DDD" w:rsidRPr="00A6099D" w:rsidRDefault="00B86DDD" w:rsidP="00A6099D">
            <w:pPr>
              <w:jc w:val="center"/>
            </w:pPr>
          </w:p>
        </w:tc>
        <w:tc>
          <w:tcPr>
            <w:tcW w:w="1416" w:type="dxa"/>
            <w:gridSpan w:val="4"/>
            <w:shd w:val="clear" w:color="auto" w:fill="auto"/>
            <w:vAlign w:val="center"/>
          </w:tcPr>
          <w:p w14:paraId="67185917" w14:textId="77777777" w:rsidR="00B86DDD" w:rsidRPr="00A6099D" w:rsidRDefault="00B86DDD" w:rsidP="00A6099D">
            <w:pPr>
              <w:jc w:val="center"/>
            </w:pP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14:paraId="39596B2B" w14:textId="77777777" w:rsidR="00B86DDD" w:rsidRPr="00A6099D" w:rsidRDefault="00B86DDD" w:rsidP="00A6099D">
            <w:pPr>
              <w:jc w:val="center"/>
            </w:pPr>
          </w:p>
        </w:tc>
      </w:tr>
      <w:tr w:rsidR="00A84CF7" w:rsidRPr="00FF5AAF" w14:paraId="61CD6B0E" w14:textId="77777777" w:rsidTr="00B86DDD">
        <w:tc>
          <w:tcPr>
            <w:tcW w:w="1975" w:type="dxa"/>
            <w:gridSpan w:val="2"/>
            <w:vMerge w:val="restart"/>
            <w:shd w:val="clear" w:color="auto" w:fill="D9D9D9" w:themeFill="background1" w:themeFillShade="D9"/>
          </w:tcPr>
          <w:p w14:paraId="0D0CE306" w14:textId="77777777" w:rsidR="00A84CF7" w:rsidRDefault="00A84CF7" w:rsidP="00B74A00">
            <w:pPr>
              <w:pStyle w:val="SubttuloTab"/>
            </w:pPr>
            <w:r>
              <w:t>7</w:t>
            </w:r>
            <w:r w:rsidRPr="00A6099D">
              <w:t>. Objetivo</w:t>
            </w:r>
            <w:r>
              <w:t>s</w:t>
            </w:r>
            <w:r w:rsidRPr="00A6099D">
              <w:t xml:space="preserve"> del curso</w:t>
            </w:r>
          </w:p>
          <w:p w14:paraId="5BAC1611" w14:textId="0FEA15C3" w:rsidR="00A84CF7" w:rsidRPr="00A6099D" w:rsidRDefault="00A84CF7" w:rsidP="00A84CF7">
            <w:r w:rsidRPr="00B74A00">
              <w:rPr>
                <w:sz w:val="16"/>
                <w:szCs w:val="22"/>
              </w:rPr>
              <w:t>Principales resultados de aprendizaje</w:t>
            </w:r>
            <w:r w:rsidR="00E73BC8" w:rsidRPr="00B74A00">
              <w:rPr>
                <w:sz w:val="16"/>
                <w:szCs w:val="22"/>
              </w:rPr>
              <w:t xml:space="preserve"> (indicadores de los AE)</w:t>
            </w:r>
          </w:p>
        </w:tc>
        <w:tc>
          <w:tcPr>
            <w:tcW w:w="981" w:type="dxa"/>
            <w:shd w:val="clear" w:color="auto" w:fill="D9D9D9" w:themeFill="background1" w:themeFillShade="D9"/>
          </w:tcPr>
          <w:p w14:paraId="6BF49223" w14:textId="155ABCFE" w:rsidR="00A84CF7" w:rsidRPr="00A84CF7" w:rsidRDefault="00A84CF7" w:rsidP="00A84CF7">
            <w:pPr>
              <w:rPr>
                <w:sz w:val="16"/>
                <w:szCs w:val="22"/>
              </w:rPr>
            </w:pPr>
            <w:r w:rsidRPr="00A84CF7">
              <w:rPr>
                <w:sz w:val="16"/>
                <w:szCs w:val="22"/>
              </w:rPr>
              <w:t>General</w:t>
            </w:r>
          </w:p>
        </w:tc>
        <w:tc>
          <w:tcPr>
            <w:tcW w:w="7104" w:type="dxa"/>
            <w:gridSpan w:val="16"/>
            <w:shd w:val="clear" w:color="auto" w:fill="auto"/>
          </w:tcPr>
          <w:p w14:paraId="2097275A" w14:textId="2090DD3E" w:rsidR="00A84CF7" w:rsidRPr="00A6099D" w:rsidRDefault="00A84CF7" w:rsidP="00A6099D"/>
        </w:tc>
      </w:tr>
      <w:tr w:rsidR="00A84CF7" w:rsidRPr="00FF5AAF" w14:paraId="2DBA7E1A" w14:textId="77777777" w:rsidTr="00B86DDD">
        <w:tc>
          <w:tcPr>
            <w:tcW w:w="1975" w:type="dxa"/>
            <w:gridSpan w:val="2"/>
            <w:vMerge/>
            <w:shd w:val="clear" w:color="auto" w:fill="D9D9D9" w:themeFill="background1" w:themeFillShade="D9"/>
          </w:tcPr>
          <w:p w14:paraId="53D3277C" w14:textId="77777777" w:rsidR="00A84CF7" w:rsidRDefault="00A84CF7" w:rsidP="00520C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</w:tcPr>
          <w:p w14:paraId="669E9517" w14:textId="33618619" w:rsidR="00A84CF7" w:rsidRPr="00A84CF7" w:rsidRDefault="00A84CF7" w:rsidP="00A84CF7">
            <w:pPr>
              <w:rPr>
                <w:sz w:val="16"/>
                <w:szCs w:val="22"/>
              </w:rPr>
            </w:pPr>
            <w:r w:rsidRPr="00A84CF7">
              <w:rPr>
                <w:sz w:val="16"/>
                <w:szCs w:val="22"/>
              </w:rPr>
              <w:t>Específico 1</w:t>
            </w:r>
          </w:p>
        </w:tc>
        <w:tc>
          <w:tcPr>
            <w:tcW w:w="7104" w:type="dxa"/>
            <w:gridSpan w:val="16"/>
            <w:shd w:val="clear" w:color="auto" w:fill="auto"/>
          </w:tcPr>
          <w:p w14:paraId="6CCA7369" w14:textId="77777777" w:rsidR="00A84CF7" w:rsidRPr="00A6099D" w:rsidRDefault="00A84CF7" w:rsidP="00A6099D"/>
        </w:tc>
      </w:tr>
      <w:tr w:rsidR="00A84CF7" w:rsidRPr="00FF5AAF" w14:paraId="1565F0A9" w14:textId="77777777" w:rsidTr="00B86DDD">
        <w:tc>
          <w:tcPr>
            <w:tcW w:w="1975" w:type="dxa"/>
            <w:gridSpan w:val="2"/>
            <w:vMerge/>
            <w:shd w:val="clear" w:color="auto" w:fill="D9D9D9" w:themeFill="background1" w:themeFillShade="D9"/>
          </w:tcPr>
          <w:p w14:paraId="3E586298" w14:textId="77777777" w:rsidR="00A84CF7" w:rsidRDefault="00A84CF7" w:rsidP="00520C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</w:tcPr>
          <w:p w14:paraId="5FCB44A6" w14:textId="2DA15216" w:rsidR="00A84CF7" w:rsidRPr="00A84CF7" w:rsidRDefault="00A84CF7" w:rsidP="00A84CF7">
            <w:pPr>
              <w:rPr>
                <w:sz w:val="16"/>
                <w:szCs w:val="22"/>
              </w:rPr>
            </w:pPr>
            <w:r w:rsidRPr="00A84CF7">
              <w:rPr>
                <w:sz w:val="16"/>
                <w:szCs w:val="22"/>
              </w:rPr>
              <w:t>Específico (...)</w:t>
            </w:r>
          </w:p>
        </w:tc>
        <w:tc>
          <w:tcPr>
            <w:tcW w:w="7104" w:type="dxa"/>
            <w:gridSpan w:val="16"/>
            <w:shd w:val="clear" w:color="auto" w:fill="auto"/>
          </w:tcPr>
          <w:p w14:paraId="14156F92" w14:textId="77777777" w:rsidR="00A84CF7" w:rsidRPr="00A6099D" w:rsidRDefault="00A84CF7" w:rsidP="00A6099D"/>
        </w:tc>
      </w:tr>
      <w:tr w:rsidR="00A84CF7" w:rsidRPr="00FF5AAF" w14:paraId="24A0393B" w14:textId="77777777" w:rsidTr="00B86DDD">
        <w:tc>
          <w:tcPr>
            <w:tcW w:w="1975" w:type="dxa"/>
            <w:gridSpan w:val="2"/>
            <w:vMerge/>
            <w:shd w:val="clear" w:color="auto" w:fill="D9D9D9" w:themeFill="background1" w:themeFillShade="D9"/>
          </w:tcPr>
          <w:p w14:paraId="14C81DDB" w14:textId="77777777" w:rsidR="00A84CF7" w:rsidRDefault="00A84CF7" w:rsidP="00520C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</w:tcPr>
          <w:p w14:paraId="5C2E1A2C" w14:textId="77B8E407" w:rsidR="00A84CF7" w:rsidRPr="00A84CF7" w:rsidRDefault="00A84CF7" w:rsidP="00A84CF7">
            <w:pPr>
              <w:rPr>
                <w:sz w:val="16"/>
                <w:szCs w:val="22"/>
              </w:rPr>
            </w:pPr>
            <w:r w:rsidRPr="00A84CF7">
              <w:rPr>
                <w:sz w:val="16"/>
                <w:szCs w:val="22"/>
              </w:rPr>
              <w:t>Específico n</w:t>
            </w:r>
          </w:p>
        </w:tc>
        <w:tc>
          <w:tcPr>
            <w:tcW w:w="7104" w:type="dxa"/>
            <w:gridSpan w:val="16"/>
            <w:shd w:val="clear" w:color="auto" w:fill="auto"/>
          </w:tcPr>
          <w:p w14:paraId="6FAEEBFD" w14:textId="77777777" w:rsidR="00A84CF7" w:rsidRPr="00A6099D" w:rsidRDefault="00A84CF7" w:rsidP="00A6099D"/>
        </w:tc>
      </w:tr>
      <w:tr w:rsidR="00B46647" w14:paraId="7C1DE2A7" w14:textId="77777777" w:rsidTr="00B86DDD">
        <w:tc>
          <w:tcPr>
            <w:tcW w:w="295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076D39C6" w14:textId="3CD209E1" w:rsidR="00B46647" w:rsidRDefault="00B46647" w:rsidP="00B46647">
            <w:pPr>
              <w:jc w:val="center"/>
              <w:rPr>
                <w:b/>
                <w:sz w:val="16"/>
                <w:szCs w:val="16"/>
              </w:rPr>
            </w:pPr>
            <w:r w:rsidRPr="00E72AC4">
              <w:rPr>
                <w:b/>
                <w:sz w:val="16"/>
                <w:szCs w:val="16"/>
              </w:rPr>
              <w:t>Aportación a los atributos del egresado</w:t>
            </w:r>
          </w:p>
          <w:p w14:paraId="60D1D886" w14:textId="77777777" w:rsidR="00E942A8" w:rsidRPr="00E72AC4" w:rsidRDefault="00E942A8" w:rsidP="00B46647">
            <w:pPr>
              <w:jc w:val="center"/>
              <w:rPr>
                <w:b/>
                <w:sz w:val="16"/>
                <w:szCs w:val="16"/>
              </w:rPr>
            </w:pPr>
          </w:p>
          <w:p w14:paraId="21864F34" w14:textId="370026A0" w:rsidR="00B46647" w:rsidRDefault="00B46647" w:rsidP="00E942A8">
            <w:pPr>
              <w:ind w:left="649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Indicar el nivel de aportación: </w:t>
            </w:r>
            <w:r w:rsidR="00E942A8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I = </w:t>
            </w:r>
            <w:r w:rsidR="00BE69DD">
              <w:rPr>
                <w:sz w:val="16"/>
                <w:szCs w:val="16"/>
              </w:rPr>
              <w:t>Inicial.</w:t>
            </w:r>
            <w:r w:rsidR="00E942A8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M = Medio</w:t>
            </w:r>
            <w:r w:rsidR="00BE69DD">
              <w:rPr>
                <w:sz w:val="16"/>
                <w:szCs w:val="16"/>
              </w:rPr>
              <w:t>.</w:t>
            </w:r>
            <w:r w:rsidR="00E942A8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A = Avanzado.</w:t>
            </w:r>
          </w:p>
          <w:p w14:paraId="69C260E7" w14:textId="77777777" w:rsidR="000802C6" w:rsidRDefault="000802C6" w:rsidP="00E942A8">
            <w:pPr>
              <w:ind w:left="649" w:hanging="142"/>
              <w:rPr>
                <w:sz w:val="16"/>
                <w:szCs w:val="16"/>
              </w:rPr>
            </w:pPr>
          </w:p>
          <w:p w14:paraId="03F0E694" w14:textId="7ACC69CB" w:rsidR="000802C6" w:rsidRPr="00E942A8" w:rsidRDefault="000802C6" w:rsidP="000802C6">
            <w:pPr>
              <w:pStyle w:val="Instrucciones"/>
              <w:jc w:val="center"/>
            </w:pPr>
            <w:r w:rsidRPr="000802C6">
              <w:rPr>
                <w:sz w:val="16"/>
                <w:szCs w:val="22"/>
              </w:rPr>
              <w:t>Se deben llenar tanto los AE del PE como los AE de CACEI</w:t>
            </w:r>
          </w:p>
        </w:tc>
        <w:tc>
          <w:tcPr>
            <w:tcW w:w="7104" w:type="dxa"/>
            <w:gridSpan w:val="16"/>
            <w:shd w:val="clear" w:color="auto" w:fill="D9D9D9" w:themeFill="background1" w:themeFillShade="D9"/>
          </w:tcPr>
          <w:p w14:paraId="58CE4445" w14:textId="06B30F70" w:rsidR="00B46647" w:rsidRPr="00B46647" w:rsidRDefault="00A6099D" w:rsidP="00B74A00">
            <w:pPr>
              <w:pStyle w:val="SubtitCen"/>
            </w:pPr>
            <w:r>
              <w:t>8</w:t>
            </w:r>
            <w:r w:rsidR="00B46647" w:rsidRPr="00B46647">
              <w:t xml:space="preserve">. </w:t>
            </w:r>
            <w:r w:rsidR="00B46647">
              <w:t xml:space="preserve">Aportación del curso </w:t>
            </w:r>
            <w:r w:rsidR="00E942A8">
              <w:t>a los</w:t>
            </w:r>
            <w:r w:rsidR="00B46647">
              <w:t xml:space="preserve"> a</w:t>
            </w:r>
            <w:r w:rsidR="00B46647" w:rsidRPr="00B46647">
              <w:t>tri</w:t>
            </w:r>
            <w:r w:rsidR="00B46647">
              <w:t>b</w:t>
            </w:r>
            <w:r w:rsidR="00B46647" w:rsidRPr="00B46647">
              <w:t>utos de egreso del PE</w:t>
            </w:r>
          </w:p>
        </w:tc>
      </w:tr>
      <w:tr w:rsidR="00CC3837" w14:paraId="4650C71D" w14:textId="77777777" w:rsidTr="00CC3837">
        <w:tc>
          <w:tcPr>
            <w:tcW w:w="2956" w:type="dxa"/>
            <w:gridSpan w:val="3"/>
            <w:vMerge/>
            <w:shd w:val="clear" w:color="auto" w:fill="D9D9D9" w:themeFill="background1" w:themeFillShade="D9"/>
            <w:vAlign w:val="center"/>
          </w:tcPr>
          <w:p w14:paraId="58D15486" w14:textId="2B76CB97" w:rsidR="00CC3837" w:rsidRDefault="00CC383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shd w:val="clear" w:color="auto" w:fill="D9D9D9" w:themeFill="background1" w:themeFillShade="D9"/>
          </w:tcPr>
          <w:p w14:paraId="71A48DB7" w14:textId="33E32B1F" w:rsidR="00CC3837" w:rsidRDefault="00CC3837" w:rsidP="00B46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1 del PE</w:t>
            </w:r>
          </w:p>
          <w:p w14:paraId="50DD9B0B" w14:textId="3802EAE0" w:rsidR="00CC3837" w:rsidRDefault="00CC3837" w:rsidP="00B46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</w:tcPr>
          <w:p w14:paraId="6091CEAF" w14:textId="7B3B7ACE" w:rsidR="00CC3837" w:rsidRDefault="00CC3837" w:rsidP="00B46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2 del PE</w:t>
            </w:r>
          </w:p>
          <w:p w14:paraId="54B2F9AC" w14:textId="43923688" w:rsidR="00CC3837" w:rsidRDefault="00CC3837" w:rsidP="00B46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71211D1D" w14:textId="0F25C25E" w:rsidR="00CC3837" w:rsidRDefault="00CC3837" w:rsidP="00B46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3 del PE</w:t>
            </w:r>
          </w:p>
          <w:p w14:paraId="1E66D560" w14:textId="6845795A" w:rsidR="00CC3837" w:rsidRDefault="00CC3837" w:rsidP="00B46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Nombre </w:t>
            </w:r>
            <w:r>
              <w:rPr>
                <w:sz w:val="16"/>
                <w:szCs w:val="16"/>
              </w:rPr>
              <w:br/>
              <w:t>abreviado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6A1496D2" w14:textId="7027E7B5" w:rsidR="00CC3837" w:rsidRDefault="00CC3837" w:rsidP="00B46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4 del PE</w:t>
            </w:r>
          </w:p>
          <w:p w14:paraId="32EAD30D" w14:textId="4C4D6622" w:rsidR="00CC3837" w:rsidRDefault="00CC3837" w:rsidP="00B46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Nombre </w:t>
            </w:r>
            <w:r>
              <w:rPr>
                <w:sz w:val="16"/>
                <w:szCs w:val="16"/>
              </w:rPr>
              <w:br/>
              <w:t>abreviado</w:t>
            </w:r>
          </w:p>
        </w:tc>
        <w:tc>
          <w:tcPr>
            <w:tcW w:w="1134" w:type="dxa"/>
            <w:gridSpan w:val="4"/>
            <w:shd w:val="clear" w:color="auto" w:fill="D9D9D9" w:themeFill="background1" w:themeFillShade="D9"/>
          </w:tcPr>
          <w:p w14:paraId="75AF6E9D" w14:textId="4BA5A618" w:rsidR="00CC3837" w:rsidRDefault="00CC3837" w:rsidP="00B46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5 del PE</w:t>
            </w:r>
          </w:p>
          <w:p w14:paraId="66337585" w14:textId="7F406F52" w:rsidR="00CC3837" w:rsidRDefault="00CC3837" w:rsidP="00B46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2E6FD23" w14:textId="77777777" w:rsidR="00CC3837" w:rsidRDefault="00CC3837" w:rsidP="00B46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6 del PE</w:t>
            </w:r>
          </w:p>
          <w:p w14:paraId="1B2A717F" w14:textId="7289C7DB" w:rsidR="00CC3837" w:rsidRDefault="00CC3837" w:rsidP="00B46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</w:tr>
      <w:tr w:rsidR="00CC3837" w:rsidRPr="00DF0BC3" w14:paraId="370087D4" w14:textId="77777777" w:rsidTr="00CC3837">
        <w:tc>
          <w:tcPr>
            <w:tcW w:w="2956" w:type="dxa"/>
            <w:gridSpan w:val="3"/>
            <w:vMerge/>
            <w:shd w:val="clear" w:color="auto" w:fill="D9D9D9" w:themeFill="background1" w:themeFillShade="D9"/>
          </w:tcPr>
          <w:p w14:paraId="23F3834C" w14:textId="77777777" w:rsidR="00CC3837" w:rsidRDefault="00CC383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shd w:val="clear" w:color="auto" w:fill="auto"/>
          </w:tcPr>
          <w:p w14:paraId="5000B354" w14:textId="77777777" w:rsidR="00CC3837" w:rsidRPr="00A6099D" w:rsidRDefault="00CC3837" w:rsidP="00A6099D">
            <w:pPr>
              <w:jc w:val="center"/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45EC8A9C" w14:textId="77777777" w:rsidR="00CC3837" w:rsidRPr="00A6099D" w:rsidRDefault="00CC3837" w:rsidP="00A6099D">
            <w:pPr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1E8E6E7F" w14:textId="77777777" w:rsidR="00CC3837" w:rsidRPr="00A6099D" w:rsidRDefault="00CC3837" w:rsidP="00A6099D">
            <w:pPr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5931C039" w14:textId="77777777" w:rsidR="00CC3837" w:rsidRPr="00A6099D" w:rsidRDefault="00CC3837" w:rsidP="00A6099D">
            <w:pPr>
              <w:jc w:val="center"/>
            </w:pPr>
          </w:p>
        </w:tc>
        <w:tc>
          <w:tcPr>
            <w:tcW w:w="1134" w:type="dxa"/>
            <w:gridSpan w:val="4"/>
            <w:shd w:val="clear" w:color="auto" w:fill="auto"/>
          </w:tcPr>
          <w:p w14:paraId="64A82C7D" w14:textId="77777777" w:rsidR="00CC3837" w:rsidRPr="00A6099D" w:rsidRDefault="00CC3837" w:rsidP="00A6099D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2A707335" w14:textId="77777777" w:rsidR="00CC3837" w:rsidRPr="00A6099D" w:rsidRDefault="00CC3837" w:rsidP="00A6099D">
            <w:pPr>
              <w:jc w:val="center"/>
            </w:pPr>
          </w:p>
        </w:tc>
      </w:tr>
      <w:tr w:rsidR="00CC3837" w14:paraId="114FD206" w14:textId="77777777" w:rsidTr="00CC3837">
        <w:tc>
          <w:tcPr>
            <w:tcW w:w="2956" w:type="dxa"/>
            <w:gridSpan w:val="3"/>
            <w:vMerge/>
            <w:shd w:val="clear" w:color="auto" w:fill="D9D9D9" w:themeFill="background1" w:themeFillShade="D9"/>
          </w:tcPr>
          <w:p w14:paraId="2A67A61C" w14:textId="77777777" w:rsidR="00CC3837" w:rsidRDefault="00CC3837" w:rsidP="00CC38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shd w:val="clear" w:color="auto" w:fill="D9D9D9" w:themeFill="background1" w:themeFillShade="D9"/>
          </w:tcPr>
          <w:p w14:paraId="00AF96D2" w14:textId="77777777" w:rsidR="00CC3837" w:rsidRDefault="00CC3837" w:rsidP="00CC38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6 del PE</w:t>
            </w:r>
          </w:p>
          <w:p w14:paraId="2143EA4B" w14:textId="6B39AF9B" w:rsidR="00CC3837" w:rsidRDefault="00CC3837" w:rsidP="00CC38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</w:tcPr>
          <w:p w14:paraId="0370B8AA" w14:textId="77777777" w:rsidR="00CC3837" w:rsidRDefault="00CC3837" w:rsidP="00CC38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8 del PE</w:t>
            </w:r>
          </w:p>
          <w:p w14:paraId="59C3070A" w14:textId="16690443" w:rsidR="00CC3837" w:rsidRDefault="00CC3837" w:rsidP="00CC38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55D54226" w14:textId="77777777" w:rsidR="00CC3837" w:rsidRDefault="00CC3837" w:rsidP="00CC38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9 del PE</w:t>
            </w:r>
          </w:p>
          <w:p w14:paraId="42AE06E9" w14:textId="50540A88" w:rsidR="00CC3837" w:rsidRDefault="00CC3837" w:rsidP="00CC38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Nombre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abreviado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47E52323" w14:textId="77777777" w:rsidR="00CC3837" w:rsidRDefault="00CC3837" w:rsidP="00CC38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10 del PE</w:t>
            </w:r>
          </w:p>
          <w:p w14:paraId="608B7D43" w14:textId="4324D7A0" w:rsidR="00CC3837" w:rsidRDefault="00CC3837" w:rsidP="00CC38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Nombre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abreviado</w:t>
            </w:r>
          </w:p>
        </w:tc>
        <w:tc>
          <w:tcPr>
            <w:tcW w:w="1134" w:type="dxa"/>
            <w:gridSpan w:val="4"/>
            <w:shd w:val="clear" w:color="auto" w:fill="D9D9D9" w:themeFill="background1" w:themeFillShade="D9"/>
          </w:tcPr>
          <w:p w14:paraId="5A0757A3" w14:textId="77777777" w:rsidR="00CC3837" w:rsidRDefault="00CC3837" w:rsidP="00CC38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11 del PE</w:t>
            </w:r>
          </w:p>
          <w:p w14:paraId="6663745A" w14:textId="66B9F2FC" w:rsidR="00CC3837" w:rsidRDefault="00CC3837" w:rsidP="00CC38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246DB29" w14:textId="77777777" w:rsidR="00CC3837" w:rsidRDefault="00CC3837" w:rsidP="00CC38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12 del PE</w:t>
            </w:r>
          </w:p>
          <w:p w14:paraId="560ED009" w14:textId="735263B2" w:rsidR="00CC3837" w:rsidRDefault="00CC3837" w:rsidP="00CC38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</w:tr>
      <w:tr w:rsidR="00CC3837" w:rsidRPr="00DF0BC3" w14:paraId="50F92BF4" w14:textId="77777777" w:rsidTr="00CC3837">
        <w:tc>
          <w:tcPr>
            <w:tcW w:w="2956" w:type="dxa"/>
            <w:gridSpan w:val="3"/>
            <w:vMerge/>
            <w:shd w:val="clear" w:color="auto" w:fill="D9D9D9" w:themeFill="background1" w:themeFillShade="D9"/>
          </w:tcPr>
          <w:p w14:paraId="3E38E11C" w14:textId="77777777" w:rsidR="00CC3837" w:rsidRDefault="00CC383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shd w:val="clear" w:color="auto" w:fill="auto"/>
          </w:tcPr>
          <w:p w14:paraId="2720BA1A" w14:textId="77777777" w:rsidR="00CC3837" w:rsidRPr="00A6099D" w:rsidRDefault="00CC3837" w:rsidP="00A6099D">
            <w:pPr>
              <w:jc w:val="center"/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2D904380" w14:textId="77777777" w:rsidR="00CC3837" w:rsidRPr="00A6099D" w:rsidRDefault="00CC3837" w:rsidP="00A6099D">
            <w:pPr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127A46FE" w14:textId="77777777" w:rsidR="00CC3837" w:rsidRPr="00A6099D" w:rsidRDefault="00CC3837" w:rsidP="00A6099D">
            <w:pPr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7802284E" w14:textId="77777777" w:rsidR="00CC3837" w:rsidRPr="00A6099D" w:rsidRDefault="00CC3837" w:rsidP="00A6099D">
            <w:pPr>
              <w:jc w:val="center"/>
            </w:pPr>
          </w:p>
        </w:tc>
        <w:tc>
          <w:tcPr>
            <w:tcW w:w="1134" w:type="dxa"/>
            <w:gridSpan w:val="4"/>
            <w:shd w:val="clear" w:color="auto" w:fill="auto"/>
          </w:tcPr>
          <w:p w14:paraId="05D134B9" w14:textId="77777777" w:rsidR="00CC3837" w:rsidRPr="00A6099D" w:rsidRDefault="00CC3837" w:rsidP="00A6099D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46C6BACD" w14:textId="77777777" w:rsidR="00CC3837" w:rsidRPr="00A6099D" w:rsidRDefault="00CC3837" w:rsidP="00A6099D">
            <w:pPr>
              <w:jc w:val="center"/>
            </w:pPr>
          </w:p>
        </w:tc>
      </w:tr>
      <w:tr w:rsidR="00B46647" w:rsidRPr="00DF0BC3" w14:paraId="673CD381" w14:textId="77777777" w:rsidTr="00B86DDD">
        <w:tc>
          <w:tcPr>
            <w:tcW w:w="2956" w:type="dxa"/>
            <w:gridSpan w:val="3"/>
            <w:vMerge/>
            <w:shd w:val="clear" w:color="auto" w:fill="D9D9D9" w:themeFill="background1" w:themeFillShade="D9"/>
          </w:tcPr>
          <w:p w14:paraId="1D3596D9" w14:textId="77777777" w:rsidR="00B46647" w:rsidRDefault="00B4664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4" w:type="dxa"/>
            <w:gridSpan w:val="16"/>
            <w:shd w:val="clear" w:color="auto" w:fill="D9D9D9" w:themeFill="background1" w:themeFillShade="D9"/>
          </w:tcPr>
          <w:p w14:paraId="1CE062D9" w14:textId="787C6B37" w:rsidR="00B46647" w:rsidRPr="001C619D" w:rsidRDefault="00A6099D" w:rsidP="00B74A00">
            <w:pPr>
              <w:pStyle w:val="SubtitCen"/>
            </w:pPr>
            <w:r w:rsidRPr="001C619D">
              <w:t>9</w:t>
            </w:r>
            <w:r w:rsidR="00E942A8" w:rsidRPr="001C619D">
              <w:t>. Aportación del curso a los atributos de egreso del CACEI</w:t>
            </w:r>
          </w:p>
        </w:tc>
      </w:tr>
      <w:tr w:rsidR="00CC3837" w:rsidRPr="007156DF" w14:paraId="225FFB19" w14:textId="77777777" w:rsidTr="00CC3837">
        <w:tc>
          <w:tcPr>
            <w:tcW w:w="2956" w:type="dxa"/>
            <w:gridSpan w:val="3"/>
            <w:vMerge/>
            <w:shd w:val="clear" w:color="auto" w:fill="D9D9D9" w:themeFill="background1" w:themeFillShade="D9"/>
          </w:tcPr>
          <w:p w14:paraId="0218158C" w14:textId="77777777" w:rsidR="00CC3837" w:rsidRPr="007156DF" w:rsidRDefault="00CC3837" w:rsidP="00CC38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shd w:val="clear" w:color="auto" w:fill="D9D9D9" w:themeFill="background1" w:themeFillShade="D9"/>
          </w:tcPr>
          <w:p w14:paraId="0DC165DA" w14:textId="23E031B1" w:rsidR="00CC3837" w:rsidRPr="007156DF" w:rsidRDefault="00CC3837" w:rsidP="00CC3837">
            <w:pPr>
              <w:jc w:val="center"/>
              <w:rPr>
                <w:sz w:val="16"/>
                <w:szCs w:val="16"/>
              </w:rPr>
            </w:pPr>
            <w:r w:rsidRPr="00CC3837">
              <w:rPr>
                <w:sz w:val="16"/>
                <w:szCs w:val="16"/>
              </w:rPr>
              <w:t>AE1: Aplicación conocimientos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</w:tcPr>
          <w:p w14:paraId="254153B2" w14:textId="09A38B81" w:rsidR="00CC3837" w:rsidRPr="007156DF" w:rsidRDefault="00CC3837" w:rsidP="00CC3837">
            <w:pPr>
              <w:jc w:val="center"/>
              <w:rPr>
                <w:sz w:val="16"/>
                <w:szCs w:val="16"/>
              </w:rPr>
            </w:pPr>
            <w:r w:rsidRPr="00CC3837">
              <w:rPr>
                <w:sz w:val="16"/>
                <w:szCs w:val="16"/>
              </w:rPr>
              <w:t>AE2: Problemas análisis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38A43C94" w14:textId="38C07FA0" w:rsidR="00CC3837" w:rsidRPr="007156DF" w:rsidRDefault="00CC3837" w:rsidP="00CC3837">
            <w:pPr>
              <w:jc w:val="center"/>
              <w:rPr>
                <w:sz w:val="16"/>
                <w:szCs w:val="16"/>
              </w:rPr>
            </w:pPr>
            <w:r w:rsidRPr="00CC3837">
              <w:rPr>
                <w:sz w:val="16"/>
                <w:szCs w:val="16"/>
              </w:rPr>
              <w:t>AE3: Diseño soluciones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2560876A" w14:textId="5D0A708E" w:rsidR="00CC3837" w:rsidRPr="007156DF" w:rsidRDefault="00CC3837" w:rsidP="00CC3837">
            <w:pPr>
              <w:jc w:val="center"/>
              <w:rPr>
                <w:sz w:val="16"/>
                <w:szCs w:val="16"/>
              </w:rPr>
            </w:pPr>
            <w:r w:rsidRPr="00CC3837">
              <w:rPr>
                <w:sz w:val="16"/>
                <w:szCs w:val="16"/>
              </w:rPr>
              <w:t>AE4: Conducción estudios</w:t>
            </w:r>
          </w:p>
        </w:tc>
        <w:tc>
          <w:tcPr>
            <w:tcW w:w="1134" w:type="dxa"/>
            <w:gridSpan w:val="4"/>
            <w:shd w:val="clear" w:color="auto" w:fill="D9D9D9" w:themeFill="background1" w:themeFillShade="D9"/>
          </w:tcPr>
          <w:p w14:paraId="0DADF598" w14:textId="5CE2EAE2" w:rsidR="00CC3837" w:rsidRPr="007156DF" w:rsidRDefault="00CC3837" w:rsidP="00CC3837">
            <w:pPr>
              <w:jc w:val="center"/>
              <w:rPr>
                <w:sz w:val="16"/>
                <w:szCs w:val="16"/>
              </w:rPr>
            </w:pPr>
            <w:r w:rsidRPr="00CC3837">
              <w:rPr>
                <w:sz w:val="16"/>
                <w:szCs w:val="16"/>
              </w:rPr>
              <w:t>AE5: Utilización técnicas.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C56A0B3" w14:textId="78CB7B5A" w:rsidR="00CC3837" w:rsidRPr="007156DF" w:rsidRDefault="00CC3837" w:rsidP="00CC3837">
            <w:pPr>
              <w:jc w:val="center"/>
              <w:rPr>
                <w:sz w:val="16"/>
                <w:szCs w:val="16"/>
              </w:rPr>
            </w:pPr>
            <w:r w:rsidRPr="00CC3837">
              <w:rPr>
                <w:sz w:val="16"/>
                <w:szCs w:val="16"/>
              </w:rPr>
              <w:t>AE6: Aspectos contexto.</w:t>
            </w:r>
          </w:p>
        </w:tc>
      </w:tr>
      <w:tr w:rsidR="00CC3837" w:rsidRPr="007156DF" w14:paraId="35D2453E" w14:textId="77777777" w:rsidTr="00CC3837">
        <w:tc>
          <w:tcPr>
            <w:tcW w:w="2956" w:type="dxa"/>
            <w:gridSpan w:val="3"/>
            <w:vMerge/>
            <w:shd w:val="clear" w:color="auto" w:fill="D9D9D9" w:themeFill="background1" w:themeFillShade="D9"/>
          </w:tcPr>
          <w:p w14:paraId="05712CBE" w14:textId="77777777" w:rsidR="00CC3837" w:rsidRPr="007156DF" w:rsidRDefault="00CC383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shd w:val="clear" w:color="auto" w:fill="auto"/>
          </w:tcPr>
          <w:p w14:paraId="61CE2C9E" w14:textId="77777777" w:rsidR="00CC3837" w:rsidRDefault="00CC383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3D92A10F" w14:textId="77777777" w:rsidR="00CC3837" w:rsidRDefault="00CC383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D39995C" w14:textId="77777777" w:rsidR="00CC3837" w:rsidRDefault="00CC383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65BD4140" w14:textId="77777777" w:rsidR="00CC3837" w:rsidRDefault="00CC383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14:paraId="287D247F" w14:textId="77777777" w:rsidR="00CC3837" w:rsidRDefault="00CC383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3EDD35B" w14:textId="77777777" w:rsidR="00CC3837" w:rsidRDefault="00CC3837" w:rsidP="00B46647">
            <w:pPr>
              <w:jc w:val="center"/>
              <w:rPr>
                <w:sz w:val="16"/>
                <w:szCs w:val="16"/>
              </w:rPr>
            </w:pPr>
          </w:p>
        </w:tc>
      </w:tr>
      <w:tr w:rsidR="00CC3837" w:rsidRPr="007156DF" w14:paraId="617D75D8" w14:textId="77777777" w:rsidTr="00CC3837">
        <w:tc>
          <w:tcPr>
            <w:tcW w:w="2956" w:type="dxa"/>
            <w:gridSpan w:val="3"/>
            <w:vMerge/>
            <w:shd w:val="clear" w:color="auto" w:fill="D9D9D9" w:themeFill="background1" w:themeFillShade="D9"/>
          </w:tcPr>
          <w:p w14:paraId="43EEDC1B" w14:textId="77777777" w:rsidR="00CC3837" w:rsidRPr="007156DF" w:rsidRDefault="00CC3837" w:rsidP="00CC38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shd w:val="clear" w:color="auto" w:fill="D9D9D9" w:themeFill="background1" w:themeFillShade="D9"/>
          </w:tcPr>
          <w:p w14:paraId="3D7EDB8A" w14:textId="08312F21" w:rsidR="00CC3837" w:rsidRDefault="00CC3837" w:rsidP="00CC3837">
            <w:pPr>
              <w:jc w:val="center"/>
              <w:rPr>
                <w:sz w:val="16"/>
                <w:szCs w:val="16"/>
              </w:rPr>
            </w:pPr>
            <w:r w:rsidRPr="00CC3837">
              <w:rPr>
                <w:sz w:val="16"/>
                <w:szCs w:val="16"/>
              </w:rPr>
              <w:t>AE7: Sustentabilidad.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</w:tcPr>
          <w:p w14:paraId="46B90DE8" w14:textId="61E9B564" w:rsidR="00CC3837" w:rsidRDefault="00CC3837" w:rsidP="00CC3837">
            <w:pPr>
              <w:jc w:val="center"/>
              <w:rPr>
                <w:sz w:val="16"/>
                <w:szCs w:val="16"/>
              </w:rPr>
            </w:pPr>
            <w:r w:rsidRPr="00CC3837">
              <w:rPr>
                <w:sz w:val="16"/>
                <w:szCs w:val="16"/>
              </w:rPr>
              <w:t>AE8: Compromiso ético.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44574FC7" w14:textId="437DC08A" w:rsidR="00CC3837" w:rsidRDefault="00CC3837" w:rsidP="00CC3837">
            <w:pPr>
              <w:jc w:val="center"/>
              <w:rPr>
                <w:sz w:val="16"/>
                <w:szCs w:val="16"/>
              </w:rPr>
            </w:pPr>
            <w:r w:rsidRPr="00CC3837">
              <w:rPr>
                <w:sz w:val="16"/>
                <w:szCs w:val="16"/>
              </w:rPr>
              <w:t xml:space="preserve">AE9: </w:t>
            </w:r>
            <w:r>
              <w:rPr>
                <w:sz w:val="16"/>
                <w:szCs w:val="16"/>
              </w:rPr>
              <w:br/>
            </w:r>
            <w:r w:rsidRPr="00CC3837">
              <w:rPr>
                <w:sz w:val="16"/>
                <w:szCs w:val="16"/>
              </w:rPr>
              <w:t>Equipos.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649C5E9B" w14:textId="0E0847CB" w:rsidR="00CC3837" w:rsidRDefault="00CC3837" w:rsidP="00CC3837">
            <w:pPr>
              <w:jc w:val="center"/>
              <w:rPr>
                <w:sz w:val="16"/>
                <w:szCs w:val="16"/>
              </w:rPr>
            </w:pPr>
            <w:r w:rsidRPr="00CC3837">
              <w:rPr>
                <w:sz w:val="16"/>
                <w:szCs w:val="16"/>
              </w:rPr>
              <w:t>AE10: Comunicación.</w:t>
            </w:r>
          </w:p>
        </w:tc>
        <w:tc>
          <w:tcPr>
            <w:tcW w:w="1134" w:type="dxa"/>
            <w:gridSpan w:val="4"/>
            <w:shd w:val="clear" w:color="auto" w:fill="D9D9D9" w:themeFill="background1" w:themeFillShade="D9"/>
          </w:tcPr>
          <w:p w14:paraId="5DE64DED" w14:textId="7770F541" w:rsidR="00CC3837" w:rsidRDefault="00CC3837" w:rsidP="00CC3837">
            <w:pPr>
              <w:jc w:val="center"/>
              <w:rPr>
                <w:sz w:val="16"/>
                <w:szCs w:val="16"/>
              </w:rPr>
            </w:pPr>
            <w:r w:rsidRPr="00CC3837">
              <w:rPr>
                <w:sz w:val="16"/>
                <w:szCs w:val="16"/>
              </w:rPr>
              <w:t xml:space="preserve">AE11: </w:t>
            </w:r>
            <w:r>
              <w:rPr>
                <w:sz w:val="16"/>
                <w:szCs w:val="16"/>
              </w:rPr>
              <w:br/>
            </w:r>
            <w:r w:rsidRPr="00CC3837">
              <w:rPr>
                <w:sz w:val="16"/>
                <w:szCs w:val="16"/>
              </w:rPr>
              <w:t>Gestión.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7487355" w14:textId="7BF94AB8" w:rsidR="00CC3837" w:rsidRDefault="00CC3837" w:rsidP="00CC3837">
            <w:pPr>
              <w:jc w:val="center"/>
              <w:rPr>
                <w:sz w:val="16"/>
                <w:szCs w:val="16"/>
              </w:rPr>
            </w:pPr>
            <w:r w:rsidRPr="00CC3837">
              <w:rPr>
                <w:sz w:val="16"/>
                <w:szCs w:val="16"/>
              </w:rPr>
              <w:t>AE12: Actualización.</w:t>
            </w:r>
          </w:p>
        </w:tc>
      </w:tr>
      <w:tr w:rsidR="00CC3837" w:rsidRPr="00017954" w14:paraId="2752FE68" w14:textId="77777777" w:rsidTr="00CC3837">
        <w:tc>
          <w:tcPr>
            <w:tcW w:w="2956" w:type="dxa"/>
            <w:gridSpan w:val="3"/>
            <w:vMerge/>
            <w:shd w:val="clear" w:color="auto" w:fill="BFBFBF" w:themeFill="background1" w:themeFillShade="BF"/>
          </w:tcPr>
          <w:p w14:paraId="5730C286" w14:textId="77777777" w:rsidR="00CC3837" w:rsidRPr="007156DF" w:rsidRDefault="00CC3837" w:rsidP="00B46647">
            <w:pPr>
              <w:rPr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shd w:val="clear" w:color="auto" w:fill="auto"/>
          </w:tcPr>
          <w:p w14:paraId="04A383B9" w14:textId="77777777" w:rsidR="00CC3837" w:rsidRPr="00A6099D" w:rsidRDefault="00CC3837" w:rsidP="00A6099D">
            <w:pPr>
              <w:jc w:val="center"/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1000F90C" w14:textId="77777777" w:rsidR="00CC3837" w:rsidRPr="00A6099D" w:rsidRDefault="00CC3837" w:rsidP="00A6099D">
            <w:pPr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105EF49D" w14:textId="77777777" w:rsidR="00CC3837" w:rsidRPr="00A6099D" w:rsidRDefault="00CC3837" w:rsidP="00A6099D">
            <w:pPr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25DAE7CE" w14:textId="77777777" w:rsidR="00CC3837" w:rsidRPr="00A6099D" w:rsidRDefault="00CC3837" w:rsidP="00A6099D">
            <w:pPr>
              <w:jc w:val="center"/>
            </w:pPr>
          </w:p>
        </w:tc>
        <w:tc>
          <w:tcPr>
            <w:tcW w:w="1134" w:type="dxa"/>
            <w:gridSpan w:val="4"/>
            <w:shd w:val="clear" w:color="auto" w:fill="auto"/>
          </w:tcPr>
          <w:p w14:paraId="59FB8939" w14:textId="77777777" w:rsidR="00CC3837" w:rsidRPr="00A6099D" w:rsidRDefault="00CC3837" w:rsidP="00A6099D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3439C54E" w14:textId="77777777" w:rsidR="00CC3837" w:rsidRPr="00A6099D" w:rsidRDefault="00CC3837" w:rsidP="00A6099D">
            <w:pPr>
              <w:jc w:val="center"/>
            </w:pPr>
          </w:p>
        </w:tc>
      </w:tr>
      <w:tr w:rsidR="001C619D" w:rsidRPr="007156DF" w14:paraId="23531A93" w14:textId="77777777" w:rsidTr="00B86DDD">
        <w:tc>
          <w:tcPr>
            <w:tcW w:w="1123" w:type="dxa"/>
            <w:vMerge w:val="restart"/>
            <w:shd w:val="clear" w:color="auto" w:fill="D9D9D9" w:themeFill="background1" w:themeFillShade="D9"/>
            <w:vAlign w:val="center"/>
          </w:tcPr>
          <w:p w14:paraId="6D6CBE3D" w14:textId="2375D0BB" w:rsidR="001C619D" w:rsidRPr="007156DF" w:rsidRDefault="001C619D" w:rsidP="001C619D">
            <w:pPr>
              <w:pStyle w:val="SubtitCen"/>
            </w:pPr>
            <w:r>
              <w:t>10. Datos relevantes del curso</w:t>
            </w:r>
          </w:p>
        </w:tc>
        <w:tc>
          <w:tcPr>
            <w:tcW w:w="852" w:type="dxa"/>
            <w:vMerge w:val="restart"/>
            <w:shd w:val="clear" w:color="auto" w:fill="D9D9D9" w:themeFill="background1" w:themeFillShade="D9"/>
            <w:vAlign w:val="center"/>
          </w:tcPr>
          <w:p w14:paraId="7FCB0C50" w14:textId="77AC8BEF" w:rsidR="001C619D" w:rsidRPr="007156DF" w:rsidRDefault="001C619D" w:rsidP="001C619D">
            <w:pPr>
              <w:pStyle w:val="SubtitCen"/>
            </w:pPr>
            <w:r>
              <w:t>10.a Horas a la semana</w:t>
            </w:r>
          </w:p>
        </w:tc>
        <w:tc>
          <w:tcPr>
            <w:tcW w:w="2976" w:type="dxa"/>
            <w:gridSpan w:val="5"/>
            <w:shd w:val="clear" w:color="auto" w:fill="D9D9D9" w:themeFill="background1" w:themeFillShade="D9"/>
            <w:vAlign w:val="center"/>
          </w:tcPr>
          <w:p w14:paraId="4F9F09B4" w14:textId="6D97E802" w:rsidR="001C619D" w:rsidRPr="007156DF" w:rsidRDefault="001C619D" w:rsidP="001C619D">
            <w:pPr>
              <w:pStyle w:val="SubtitCen"/>
            </w:pPr>
            <w:r>
              <w:t>10.b Horas semanales por tipo</w:t>
            </w:r>
          </w:p>
        </w:tc>
        <w:tc>
          <w:tcPr>
            <w:tcW w:w="993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5ABC5A8D" w14:textId="402F31D7" w:rsidR="001C619D" w:rsidRPr="007156DF" w:rsidRDefault="001C619D" w:rsidP="001C619D">
            <w:pPr>
              <w:pStyle w:val="SubtitCen"/>
            </w:pPr>
            <w:r>
              <w:t>10.c Número de grupos o secciones</w:t>
            </w:r>
          </w:p>
        </w:tc>
        <w:tc>
          <w:tcPr>
            <w:tcW w:w="100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6EAC9C3" w14:textId="1F84AEB6" w:rsidR="001C619D" w:rsidRPr="007156DF" w:rsidRDefault="001C619D" w:rsidP="001C619D">
            <w:pPr>
              <w:pStyle w:val="SubtitCen"/>
            </w:pPr>
            <w:r>
              <w:t>10.d Calificación</w:t>
            </w:r>
          </w:p>
        </w:tc>
        <w:tc>
          <w:tcPr>
            <w:tcW w:w="3116" w:type="dxa"/>
            <w:gridSpan w:val="7"/>
            <w:shd w:val="clear" w:color="auto" w:fill="D9D9D9" w:themeFill="background1" w:themeFillShade="D9"/>
            <w:vAlign w:val="center"/>
          </w:tcPr>
          <w:p w14:paraId="7023AA8F" w14:textId="5CE51460" w:rsidR="001C619D" w:rsidRPr="007156DF" w:rsidRDefault="001C619D" w:rsidP="001C619D">
            <w:pPr>
              <w:pStyle w:val="SubtitCen"/>
            </w:pPr>
            <w:r>
              <w:t>10.e. Resultados cuantitativos</w:t>
            </w:r>
          </w:p>
        </w:tc>
      </w:tr>
      <w:tr w:rsidR="001C619D" w:rsidRPr="007156DF" w14:paraId="471F1BC5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462F3F29" w14:textId="77777777" w:rsidR="001C619D" w:rsidRPr="007156DF" w:rsidRDefault="001C619D" w:rsidP="00B46647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  <w:vMerge/>
            <w:shd w:val="clear" w:color="auto" w:fill="D9D9D9" w:themeFill="background1" w:themeFillShade="D9"/>
          </w:tcPr>
          <w:p w14:paraId="1D96E5DB" w14:textId="77777777" w:rsidR="001C619D" w:rsidRPr="007156DF" w:rsidRDefault="001C619D" w:rsidP="00B46647">
            <w:pPr>
              <w:rPr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40FCD3DB" w14:textId="77777777" w:rsidR="001C619D" w:rsidRPr="007156DF" w:rsidRDefault="001C619D" w:rsidP="00B46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Aula</w:t>
            </w:r>
          </w:p>
        </w:tc>
        <w:tc>
          <w:tcPr>
            <w:tcW w:w="1001" w:type="dxa"/>
            <w:shd w:val="clear" w:color="auto" w:fill="D9D9D9" w:themeFill="background1" w:themeFillShade="D9"/>
            <w:vAlign w:val="center"/>
          </w:tcPr>
          <w:p w14:paraId="3E585578" w14:textId="52D45B8E" w:rsidR="001C619D" w:rsidRPr="007156DF" w:rsidRDefault="001C619D" w:rsidP="00B46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Laboratorio y talleres.</w:t>
            </w:r>
          </w:p>
        </w:tc>
        <w:tc>
          <w:tcPr>
            <w:tcW w:w="994" w:type="dxa"/>
            <w:gridSpan w:val="3"/>
            <w:shd w:val="clear" w:color="auto" w:fill="D9D9D9" w:themeFill="background1" w:themeFillShade="D9"/>
            <w:vAlign w:val="center"/>
          </w:tcPr>
          <w:p w14:paraId="5DD3BF6C" w14:textId="417F69E1" w:rsidR="001C619D" w:rsidRPr="007156DF" w:rsidRDefault="001C619D" w:rsidP="00B46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Prácticas externas, campo, etc.</w:t>
            </w:r>
          </w:p>
        </w:tc>
        <w:tc>
          <w:tcPr>
            <w:tcW w:w="993" w:type="dxa"/>
            <w:gridSpan w:val="3"/>
            <w:vMerge/>
            <w:shd w:val="clear" w:color="auto" w:fill="D9D9D9" w:themeFill="background1" w:themeFillShade="D9"/>
            <w:vAlign w:val="center"/>
          </w:tcPr>
          <w:p w14:paraId="1F63827B" w14:textId="0FEA9855" w:rsidR="001C619D" w:rsidRPr="007156DF" w:rsidRDefault="001C619D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vMerge/>
            <w:shd w:val="clear" w:color="auto" w:fill="D9D9D9" w:themeFill="background1" w:themeFillShade="D9"/>
          </w:tcPr>
          <w:p w14:paraId="47915FE8" w14:textId="422FF610" w:rsidR="001C619D" w:rsidRPr="007156DF" w:rsidRDefault="001C619D" w:rsidP="00B46647">
            <w:pPr>
              <w:rPr>
                <w:sz w:val="16"/>
                <w:szCs w:val="16"/>
              </w:rPr>
            </w:pPr>
          </w:p>
        </w:tc>
        <w:tc>
          <w:tcPr>
            <w:tcW w:w="1554" w:type="dxa"/>
            <w:gridSpan w:val="5"/>
            <w:shd w:val="clear" w:color="auto" w:fill="D9D9D9" w:themeFill="background1" w:themeFillShade="D9"/>
            <w:vAlign w:val="center"/>
          </w:tcPr>
          <w:p w14:paraId="2F191C1A" w14:textId="428948D7" w:rsidR="001C619D" w:rsidRPr="007156DF" w:rsidRDefault="00F5487D" w:rsidP="00B46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Porcentaje</w:t>
            </w:r>
            <w:r w:rsidR="001C619D">
              <w:rPr>
                <w:sz w:val="16"/>
                <w:szCs w:val="16"/>
              </w:rPr>
              <w:t xml:space="preserve"> de alumnos que igualan o superan la calificación promedio</w:t>
            </w:r>
          </w:p>
        </w:tc>
        <w:tc>
          <w:tcPr>
            <w:tcW w:w="1562" w:type="dxa"/>
            <w:gridSpan w:val="2"/>
            <w:shd w:val="clear" w:color="auto" w:fill="D9D9D9" w:themeFill="background1" w:themeFillShade="D9"/>
            <w:vAlign w:val="center"/>
          </w:tcPr>
          <w:p w14:paraId="52B6BA8A" w14:textId="3EA84272" w:rsidR="001C619D" w:rsidRPr="007156DF" w:rsidRDefault="001C619D" w:rsidP="00F5487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Porcentaje de reprobación</w:t>
            </w:r>
          </w:p>
        </w:tc>
      </w:tr>
      <w:tr w:rsidR="001C619D" w:rsidRPr="007156DF" w14:paraId="1E2F1EF5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0F793407" w14:textId="77777777" w:rsidR="001C619D" w:rsidRPr="007156DF" w:rsidRDefault="001C619D" w:rsidP="00B46647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auto"/>
          </w:tcPr>
          <w:p w14:paraId="37CDB3C1" w14:textId="77777777" w:rsidR="001C619D" w:rsidRPr="007156DF" w:rsidRDefault="001C619D" w:rsidP="001C619D">
            <w:pPr>
              <w:jc w:val="center"/>
            </w:pPr>
          </w:p>
        </w:tc>
        <w:tc>
          <w:tcPr>
            <w:tcW w:w="981" w:type="dxa"/>
            <w:shd w:val="clear" w:color="auto" w:fill="auto"/>
          </w:tcPr>
          <w:p w14:paraId="6975CA54" w14:textId="77777777" w:rsidR="001C619D" w:rsidRPr="007156DF" w:rsidRDefault="001C619D" w:rsidP="001C619D">
            <w:pPr>
              <w:jc w:val="center"/>
            </w:pPr>
          </w:p>
        </w:tc>
        <w:tc>
          <w:tcPr>
            <w:tcW w:w="1001" w:type="dxa"/>
            <w:shd w:val="clear" w:color="auto" w:fill="auto"/>
          </w:tcPr>
          <w:p w14:paraId="66DFE2D6" w14:textId="77777777" w:rsidR="001C619D" w:rsidRPr="007156DF" w:rsidRDefault="001C619D" w:rsidP="001C619D">
            <w:pPr>
              <w:jc w:val="center"/>
            </w:pPr>
          </w:p>
        </w:tc>
        <w:tc>
          <w:tcPr>
            <w:tcW w:w="994" w:type="dxa"/>
            <w:gridSpan w:val="3"/>
            <w:shd w:val="clear" w:color="auto" w:fill="auto"/>
          </w:tcPr>
          <w:p w14:paraId="360E2248" w14:textId="77777777" w:rsidR="001C619D" w:rsidRPr="007156DF" w:rsidRDefault="001C619D" w:rsidP="001C619D">
            <w:pPr>
              <w:jc w:val="center"/>
            </w:pPr>
          </w:p>
        </w:tc>
        <w:tc>
          <w:tcPr>
            <w:tcW w:w="993" w:type="dxa"/>
            <w:gridSpan w:val="3"/>
            <w:shd w:val="clear" w:color="auto" w:fill="auto"/>
          </w:tcPr>
          <w:p w14:paraId="5745E545" w14:textId="77777777" w:rsidR="001C619D" w:rsidRPr="007156DF" w:rsidRDefault="001C619D" w:rsidP="001C619D">
            <w:pPr>
              <w:jc w:val="center"/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2F795BFD" w14:textId="77777777" w:rsidR="001C619D" w:rsidRPr="007156DF" w:rsidRDefault="001C619D" w:rsidP="001C619D">
            <w:pPr>
              <w:jc w:val="center"/>
            </w:pPr>
          </w:p>
        </w:tc>
        <w:tc>
          <w:tcPr>
            <w:tcW w:w="1554" w:type="dxa"/>
            <w:gridSpan w:val="5"/>
            <w:shd w:val="clear" w:color="auto" w:fill="auto"/>
          </w:tcPr>
          <w:p w14:paraId="5DCABD2B" w14:textId="77777777" w:rsidR="001C619D" w:rsidRPr="007156DF" w:rsidRDefault="001C619D" w:rsidP="001C619D">
            <w:pPr>
              <w:jc w:val="center"/>
            </w:pPr>
          </w:p>
        </w:tc>
        <w:tc>
          <w:tcPr>
            <w:tcW w:w="1562" w:type="dxa"/>
            <w:gridSpan w:val="2"/>
            <w:shd w:val="clear" w:color="auto" w:fill="auto"/>
          </w:tcPr>
          <w:p w14:paraId="25B4A51D" w14:textId="77777777" w:rsidR="001C619D" w:rsidRPr="007156DF" w:rsidRDefault="001C619D" w:rsidP="001C619D">
            <w:pPr>
              <w:jc w:val="center"/>
            </w:pPr>
          </w:p>
        </w:tc>
      </w:tr>
      <w:tr w:rsidR="00A84CF7" w:rsidRPr="007156DF" w14:paraId="01FE2739" w14:textId="77777777" w:rsidTr="00B86DDD">
        <w:tc>
          <w:tcPr>
            <w:tcW w:w="1123" w:type="dxa"/>
            <w:vMerge w:val="restart"/>
            <w:shd w:val="clear" w:color="auto" w:fill="D9D9D9" w:themeFill="background1" w:themeFillShade="D9"/>
            <w:vAlign w:val="center"/>
          </w:tcPr>
          <w:p w14:paraId="3C388D6D" w14:textId="31C012B3" w:rsidR="00A84CF7" w:rsidRPr="007156DF" w:rsidRDefault="00A84CF7" w:rsidP="00A84CF7">
            <w:pPr>
              <w:pStyle w:val="SubtitCen"/>
            </w:pPr>
            <w:r>
              <w:t>11. Contenido sintético del curso</w:t>
            </w:r>
          </w:p>
        </w:tc>
        <w:tc>
          <w:tcPr>
            <w:tcW w:w="8937" w:type="dxa"/>
            <w:gridSpan w:val="18"/>
            <w:shd w:val="clear" w:color="auto" w:fill="D9D9D9" w:themeFill="background1" w:themeFillShade="D9"/>
          </w:tcPr>
          <w:p w14:paraId="60965315" w14:textId="119E2DA1" w:rsidR="00A84CF7" w:rsidRPr="007156DF" w:rsidRDefault="00A84CF7" w:rsidP="00520C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Principales unidades temáticas</w:t>
            </w:r>
          </w:p>
        </w:tc>
      </w:tr>
      <w:tr w:rsidR="00A84CF7" w:rsidRPr="00FF5AAF" w14:paraId="1306E0A8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0E3359FA" w14:textId="77777777" w:rsidR="00A84CF7" w:rsidRPr="007156DF" w:rsidRDefault="00A84CF7" w:rsidP="00520CF1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630F7C00" w14:textId="77777777" w:rsidR="00A84CF7" w:rsidRPr="00A84CF7" w:rsidRDefault="00A84CF7" w:rsidP="00A84CF7">
            <w:pPr>
              <w:jc w:val="center"/>
            </w:pPr>
            <w:r w:rsidRPr="00A84CF7">
              <w:t>1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6414F4F9" w14:textId="77777777" w:rsidR="00A84CF7" w:rsidRPr="00FF5AAF" w:rsidRDefault="00A84CF7" w:rsidP="00A84CF7"/>
        </w:tc>
      </w:tr>
      <w:tr w:rsidR="00A84CF7" w:rsidRPr="00FF5AAF" w14:paraId="4D516C26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09E54B9A" w14:textId="77777777" w:rsidR="00A84CF7" w:rsidRPr="007156DF" w:rsidRDefault="00A84CF7" w:rsidP="00520CF1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3C91F9C2" w14:textId="77777777" w:rsidR="00A84CF7" w:rsidRPr="00A84CF7" w:rsidRDefault="00A84CF7" w:rsidP="00A84CF7">
            <w:pPr>
              <w:jc w:val="center"/>
            </w:pPr>
            <w:r w:rsidRPr="00A84CF7">
              <w:t>2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472764C3" w14:textId="77777777" w:rsidR="00A84CF7" w:rsidRPr="00FF5AAF" w:rsidRDefault="00A84CF7" w:rsidP="00A84CF7"/>
        </w:tc>
      </w:tr>
      <w:tr w:rsidR="00A84CF7" w:rsidRPr="00FF5AAF" w14:paraId="60B68EB0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47AEC971" w14:textId="77777777" w:rsidR="00A84CF7" w:rsidRPr="007156DF" w:rsidRDefault="00A84CF7" w:rsidP="00520CF1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1772D383" w14:textId="7FD1A391" w:rsidR="00A84CF7" w:rsidRPr="00A84CF7" w:rsidRDefault="00A84CF7" w:rsidP="00A84CF7">
            <w:pPr>
              <w:jc w:val="center"/>
            </w:pPr>
            <w:r>
              <w:t>(...)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2B290BCD" w14:textId="77777777" w:rsidR="00A84CF7" w:rsidRPr="00FF5AAF" w:rsidRDefault="00A84CF7" w:rsidP="00A84CF7"/>
        </w:tc>
      </w:tr>
      <w:tr w:rsidR="00A84CF7" w:rsidRPr="00FF5AAF" w14:paraId="1870D65E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4501CFB5" w14:textId="77777777" w:rsidR="00A84CF7" w:rsidRPr="007156DF" w:rsidRDefault="00A84CF7" w:rsidP="00520CF1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718A2300" w14:textId="5D01AEEE" w:rsidR="00A84CF7" w:rsidRPr="00A84CF7" w:rsidRDefault="00A84CF7" w:rsidP="00A84CF7">
            <w:pPr>
              <w:jc w:val="center"/>
            </w:pPr>
            <w:r>
              <w:t>n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5B6DA571" w14:textId="77777777" w:rsidR="00A84CF7" w:rsidRPr="00FF5AAF" w:rsidRDefault="00A84CF7" w:rsidP="00A84CF7"/>
        </w:tc>
      </w:tr>
      <w:tr w:rsidR="00E73BC8" w:rsidRPr="007156DF" w14:paraId="5044CB48" w14:textId="77777777" w:rsidTr="00B86DDD">
        <w:tc>
          <w:tcPr>
            <w:tcW w:w="1123" w:type="dxa"/>
            <w:vMerge w:val="restart"/>
            <w:shd w:val="clear" w:color="auto" w:fill="D9D9D9" w:themeFill="background1" w:themeFillShade="D9"/>
            <w:vAlign w:val="center"/>
          </w:tcPr>
          <w:p w14:paraId="79264531" w14:textId="630FE74E" w:rsidR="00E73BC8" w:rsidRPr="007156DF" w:rsidRDefault="00E73BC8" w:rsidP="00B74A00">
            <w:pPr>
              <w:pStyle w:val="SubtitCen"/>
            </w:pPr>
            <w:r>
              <w:t>12. Principales estrategias de enseñanza</w:t>
            </w:r>
          </w:p>
        </w:tc>
        <w:tc>
          <w:tcPr>
            <w:tcW w:w="8937" w:type="dxa"/>
            <w:gridSpan w:val="18"/>
            <w:shd w:val="clear" w:color="auto" w:fill="D9D9D9" w:themeFill="background1" w:themeFillShade="D9"/>
          </w:tcPr>
          <w:p w14:paraId="4C3960D6" w14:textId="35CB78B5" w:rsidR="00E73BC8" w:rsidRPr="007156DF" w:rsidRDefault="00E73BC8" w:rsidP="00520C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Principales métodos, técnicas y ambientes de aprendizaje</w:t>
            </w:r>
          </w:p>
        </w:tc>
      </w:tr>
      <w:tr w:rsidR="00E73BC8" w:rsidRPr="00FF5AAF" w14:paraId="7106F8BC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7A376551" w14:textId="77777777" w:rsidR="00E73BC8" w:rsidRPr="007156DF" w:rsidRDefault="00E73BC8" w:rsidP="00B74A00">
            <w:pPr>
              <w:pStyle w:val="SubtitCen"/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3A36BE4D" w14:textId="77777777" w:rsidR="00E73BC8" w:rsidRPr="00A84CF7" w:rsidRDefault="00E73BC8" w:rsidP="00520CF1">
            <w:pPr>
              <w:jc w:val="center"/>
            </w:pPr>
            <w:r w:rsidRPr="00A84CF7">
              <w:t>1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612F5CC6" w14:textId="77777777" w:rsidR="00E73BC8" w:rsidRPr="00FF5AAF" w:rsidRDefault="00E73BC8" w:rsidP="00520CF1"/>
        </w:tc>
      </w:tr>
      <w:tr w:rsidR="00E73BC8" w:rsidRPr="00FF5AAF" w14:paraId="1C1A9AE4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33813836" w14:textId="77777777" w:rsidR="00E73BC8" w:rsidRPr="007156DF" w:rsidRDefault="00E73BC8" w:rsidP="00B74A00">
            <w:pPr>
              <w:pStyle w:val="SubtitCen"/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7F564974" w14:textId="77777777" w:rsidR="00E73BC8" w:rsidRPr="00A84CF7" w:rsidRDefault="00E73BC8" w:rsidP="00520CF1">
            <w:pPr>
              <w:jc w:val="center"/>
            </w:pPr>
            <w:r w:rsidRPr="00A84CF7">
              <w:t>2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2C4CDF2D" w14:textId="77777777" w:rsidR="00E73BC8" w:rsidRPr="00FF5AAF" w:rsidRDefault="00E73BC8" w:rsidP="00520CF1"/>
        </w:tc>
      </w:tr>
      <w:tr w:rsidR="00E73BC8" w:rsidRPr="00FF5AAF" w14:paraId="29F9F369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43B4D2A0" w14:textId="77777777" w:rsidR="00E73BC8" w:rsidRPr="007156DF" w:rsidRDefault="00E73BC8" w:rsidP="00B74A00">
            <w:pPr>
              <w:pStyle w:val="SubtitCen"/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0B012E01" w14:textId="77777777" w:rsidR="00E73BC8" w:rsidRPr="00A84CF7" w:rsidRDefault="00E73BC8" w:rsidP="00520CF1">
            <w:pPr>
              <w:jc w:val="center"/>
            </w:pPr>
            <w:r>
              <w:t>(...)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474E82BA" w14:textId="77777777" w:rsidR="00E73BC8" w:rsidRPr="00FF5AAF" w:rsidRDefault="00E73BC8" w:rsidP="00520CF1"/>
        </w:tc>
      </w:tr>
      <w:tr w:rsidR="00E73BC8" w:rsidRPr="00FF5AAF" w14:paraId="6FF6265D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74FBD4D0" w14:textId="77777777" w:rsidR="00E73BC8" w:rsidRPr="007156DF" w:rsidRDefault="00E73BC8" w:rsidP="00B74A00">
            <w:pPr>
              <w:pStyle w:val="SubtitCen"/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7C202F50" w14:textId="77777777" w:rsidR="00E73BC8" w:rsidRPr="00A84CF7" w:rsidRDefault="00E73BC8" w:rsidP="00520CF1">
            <w:pPr>
              <w:jc w:val="center"/>
            </w:pPr>
            <w:r>
              <w:t>n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79C404B9" w14:textId="77777777" w:rsidR="00E73BC8" w:rsidRPr="00FF5AAF" w:rsidRDefault="00E73BC8" w:rsidP="00520CF1"/>
        </w:tc>
      </w:tr>
      <w:tr w:rsidR="00E73BC8" w:rsidRPr="007156DF" w14:paraId="1E093DDF" w14:textId="77777777" w:rsidTr="00B86DDD">
        <w:tc>
          <w:tcPr>
            <w:tcW w:w="1123" w:type="dxa"/>
            <w:vMerge w:val="restart"/>
            <w:shd w:val="clear" w:color="auto" w:fill="D9D9D9" w:themeFill="background1" w:themeFillShade="D9"/>
            <w:vAlign w:val="center"/>
          </w:tcPr>
          <w:p w14:paraId="21080AF3" w14:textId="613E9921" w:rsidR="00E73BC8" w:rsidRPr="007156DF" w:rsidRDefault="00E73BC8" w:rsidP="00B74A00">
            <w:pPr>
              <w:pStyle w:val="SubtitCen"/>
            </w:pPr>
            <w:r>
              <w:t>13. Principales estrategias de evaluación</w:t>
            </w:r>
          </w:p>
        </w:tc>
        <w:tc>
          <w:tcPr>
            <w:tcW w:w="8937" w:type="dxa"/>
            <w:gridSpan w:val="18"/>
            <w:shd w:val="clear" w:color="auto" w:fill="D9D9D9" w:themeFill="background1" w:themeFillShade="D9"/>
          </w:tcPr>
          <w:p w14:paraId="4C98D3FC" w14:textId="50BFC8A0" w:rsidR="00E73BC8" w:rsidRPr="007156DF" w:rsidRDefault="00E73BC8" w:rsidP="00520C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Principales métodos, técnicas e instrumentos de evaluación del aprendizaje</w:t>
            </w:r>
          </w:p>
        </w:tc>
      </w:tr>
      <w:tr w:rsidR="00E73BC8" w:rsidRPr="00FF5AAF" w14:paraId="259FC76C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639746E3" w14:textId="77777777" w:rsidR="00E73BC8" w:rsidRPr="007156DF" w:rsidRDefault="00E73BC8" w:rsidP="00B74A00">
            <w:pPr>
              <w:pStyle w:val="SubtitCen"/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3D87591E" w14:textId="77777777" w:rsidR="00E73BC8" w:rsidRPr="00A84CF7" w:rsidRDefault="00E73BC8" w:rsidP="00520CF1">
            <w:pPr>
              <w:jc w:val="center"/>
            </w:pPr>
            <w:r w:rsidRPr="00A84CF7">
              <w:t>1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0C72A7E6" w14:textId="77777777" w:rsidR="00E73BC8" w:rsidRPr="00FF5AAF" w:rsidRDefault="00E73BC8" w:rsidP="00520CF1"/>
        </w:tc>
      </w:tr>
      <w:tr w:rsidR="00E73BC8" w:rsidRPr="00FF5AAF" w14:paraId="1F70F605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7DB23BCB" w14:textId="77777777" w:rsidR="00E73BC8" w:rsidRPr="007156DF" w:rsidRDefault="00E73BC8" w:rsidP="00B74A00">
            <w:pPr>
              <w:pStyle w:val="SubtitCen"/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39ACD87A" w14:textId="77777777" w:rsidR="00E73BC8" w:rsidRPr="00A84CF7" w:rsidRDefault="00E73BC8" w:rsidP="00520CF1">
            <w:pPr>
              <w:jc w:val="center"/>
            </w:pPr>
            <w:r w:rsidRPr="00A84CF7">
              <w:t>2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36F9925E" w14:textId="77777777" w:rsidR="00E73BC8" w:rsidRPr="00FF5AAF" w:rsidRDefault="00E73BC8" w:rsidP="00520CF1"/>
        </w:tc>
      </w:tr>
      <w:tr w:rsidR="00E73BC8" w:rsidRPr="00FF5AAF" w14:paraId="56F89AB1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4B9AD770" w14:textId="77777777" w:rsidR="00E73BC8" w:rsidRPr="007156DF" w:rsidRDefault="00E73BC8" w:rsidP="00B74A00">
            <w:pPr>
              <w:pStyle w:val="SubtitCen"/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0E47B151" w14:textId="77777777" w:rsidR="00E73BC8" w:rsidRPr="00A84CF7" w:rsidRDefault="00E73BC8" w:rsidP="00520CF1">
            <w:pPr>
              <w:jc w:val="center"/>
            </w:pPr>
            <w:r>
              <w:t>(...)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6F6A2ACB" w14:textId="77777777" w:rsidR="00E73BC8" w:rsidRPr="00FF5AAF" w:rsidRDefault="00E73BC8" w:rsidP="00520CF1"/>
        </w:tc>
      </w:tr>
      <w:tr w:rsidR="00E73BC8" w:rsidRPr="00FF5AAF" w14:paraId="0E5781A9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1A535657" w14:textId="77777777" w:rsidR="00E73BC8" w:rsidRPr="007156DF" w:rsidRDefault="00E73BC8" w:rsidP="00B74A00">
            <w:pPr>
              <w:pStyle w:val="SubtitCen"/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0A23F983" w14:textId="77777777" w:rsidR="00E73BC8" w:rsidRPr="00A84CF7" w:rsidRDefault="00E73BC8" w:rsidP="00520CF1">
            <w:pPr>
              <w:jc w:val="center"/>
            </w:pPr>
            <w:r>
              <w:t>n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2127C905" w14:textId="77777777" w:rsidR="00E73BC8" w:rsidRPr="00FF5AAF" w:rsidRDefault="00E73BC8" w:rsidP="00520CF1"/>
        </w:tc>
      </w:tr>
      <w:tr w:rsidR="00360CAF" w:rsidRPr="007156DF" w14:paraId="00546B60" w14:textId="77777777" w:rsidTr="00B86DDD">
        <w:tc>
          <w:tcPr>
            <w:tcW w:w="1123" w:type="dxa"/>
            <w:vMerge w:val="restart"/>
            <w:shd w:val="clear" w:color="auto" w:fill="D9D9D9" w:themeFill="background1" w:themeFillShade="D9"/>
            <w:vAlign w:val="center"/>
          </w:tcPr>
          <w:p w14:paraId="1447F168" w14:textId="51AB65A9" w:rsidR="00360CAF" w:rsidRPr="007156DF" w:rsidRDefault="00360CAF" w:rsidP="00B74A00">
            <w:pPr>
              <w:pStyle w:val="SubtitCen"/>
            </w:pPr>
            <w:r>
              <w:t>14. Prácticas</w:t>
            </w:r>
          </w:p>
        </w:tc>
        <w:tc>
          <w:tcPr>
            <w:tcW w:w="8937" w:type="dxa"/>
            <w:gridSpan w:val="18"/>
            <w:shd w:val="clear" w:color="auto" w:fill="D9D9D9" w:themeFill="background1" w:themeFillShade="D9"/>
          </w:tcPr>
          <w:p w14:paraId="2704DB0E" w14:textId="46CE8CF7" w:rsidR="00360CAF" w:rsidRPr="007156DF" w:rsidRDefault="00520CF1" w:rsidP="00360C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Principales</w:t>
            </w:r>
            <w:r w:rsidR="00360CAF">
              <w:rPr>
                <w:sz w:val="16"/>
                <w:szCs w:val="16"/>
              </w:rPr>
              <w:t xml:space="preserve"> prácticas de laboratorio / cómputo / campo / otro</w:t>
            </w:r>
          </w:p>
        </w:tc>
      </w:tr>
      <w:tr w:rsidR="00360CAF" w:rsidRPr="00FF5AAF" w14:paraId="08C3694B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41A7F9B2" w14:textId="77777777" w:rsidR="00360CAF" w:rsidRPr="007156DF" w:rsidRDefault="00360CAF" w:rsidP="00B74A00">
            <w:pPr>
              <w:pStyle w:val="SubtitCen"/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642307DE" w14:textId="77777777" w:rsidR="00360CAF" w:rsidRPr="00A84CF7" w:rsidRDefault="00360CAF" w:rsidP="00520CF1">
            <w:pPr>
              <w:jc w:val="center"/>
            </w:pPr>
            <w:r w:rsidRPr="00A84CF7">
              <w:t>1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2EF1AE95" w14:textId="77777777" w:rsidR="00360CAF" w:rsidRPr="00FF5AAF" w:rsidRDefault="00360CAF" w:rsidP="00520CF1"/>
        </w:tc>
      </w:tr>
      <w:tr w:rsidR="00360CAF" w:rsidRPr="00FF5AAF" w14:paraId="76AD6F70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4BAB0995" w14:textId="77777777" w:rsidR="00360CAF" w:rsidRPr="007156DF" w:rsidRDefault="00360CAF" w:rsidP="00B74A00">
            <w:pPr>
              <w:pStyle w:val="SubtitCen"/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7B9B80D4" w14:textId="77777777" w:rsidR="00360CAF" w:rsidRPr="00A84CF7" w:rsidRDefault="00360CAF" w:rsidP="00520CF1">
            <w:pPr>
              <w:jc w:val="center"/>
            </w:pPr>
            <w:r w:rsidRPr="00A84CF7">
              <w:t>2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17AA2DD8" w14:textId="77777777" w:rsidR="00360CAF" w:rsidRPr="00FF5AAF" w:rsidRDefault="00360CAF" w:rsidP="00520CF1"/>
        </w:tc>
      </w:tr>
      <w:tr w:rsidR="00360CAF" w:rsidRPr="00FF5AAF" w14:paraId="3B722A0F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76990FD3" w14:textId="77777777" w:rsidR="00360CAF" w:rsidRPr="007156DF" w:rsidRDefault="00360CAF" w:rsidP="00B74A00">
            <w:pPr>
              <w:pStyle w:val="SubtitCen"/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69010078" w14:textId="77777777" w:rsidR="00360CAF" w:rsidRPr="00A84CF7" w:rsidRDefault="00360CAF" w:rsidP="00520CF1">
            <w:pPr>
              <w:jc w:val="center"/>
            </w:pPr>
            <w:r>
              <w:t>(...)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667BEE4F" w14:textId="77777777" w:rsidR="00360CAF" w:rsidRPr="00FF5AAF" w:rsidRDefault="00360CAF" w:rsidP="00520CF1"/>
        </w:tc>
      </w:tr>
      <w:tr w:rsidR="00360CAF" w:rsidRPr="00FF5AAF" w14:paraId="53CED5C7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25C467BA" w14:textId="77777777" w:rsidR="00360CAF" w:rsidRPr="007156DF" w:rsidRDefault="00360CAF" w:rsidP="00B74A00">
            <w:pPr>
              <w:pStyle w:val="SubtitCen"/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7ACC2215" w14:textId="77777777" w:rsidR="00360CAF" w:rsidRPr="00A84CF7" w:rsidRDefault="00360CAF" w:rsidP="00520CF1">
            <w:pPr>
              <w:jc w:val="center"/>
            </w:pPr>
            <w:r>
              <w:t>n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044485D4" w14:textId="77777777" w:rsidR="00360CAF" w:rsidRPr="00FF5AAF" w:rsidRDefault="00360CAF" w:rsidP="00520CF1"/>
        </w:tc>
      </w:tr>
      <w:tr w:rsidR="00924C57" w:rsidRPr="007156DF" w14:paraId="63A5A816" w14:textId="77777777" w:rsidTr="00B86DDD">
        <w:tc>
          <w:tcPr>
            <w:tcW w:w="1123" w:type="dxa"/>
            <w:vMerge w:val="restart"/>
            <w:shd w:val="clear" w:color="auto" w:fill="D9D9D9" w:themeFill="background1" w:themeFillShade="D9"/>
            <w:vAlign w:val="center"/>
          </w:tcPr>
          <w:p w14:paraId="55BC27FF" w14:textId="74309B3C" w:rsidR="00924C57" w:rsidRPr="007156DF" w:rsidRDefault="00924C57" w:rsidP="00B74A00">
            <w:pPr>
              <w:pStyle w:val="SubtitCen"/>
            </w:pPr>
            <w:r>
              <w:t>15. Bibliografía</w:t>
            </w:r>
          </w:p>
        </w:tc>
        <w:tc>
          <w:tcPr>
            <w:tcW w:w="8937" w:type="dxa"/>
            <w:gridSpan w:val="18"/>
            <w:shd w:val="clear" w:color="auto" w:fill="D9D9D9" w:themeFill="background1" w:themeFillShade="D9"/>
          </w:tcPr>
          <w:p w14:paraId="2E573C00" w14:textId="5DBAEE2C" w:rsidR="00924C57" w:rsidRPr="007156DF" w:rsidRDefault="00924C57" w:rsidP="00924C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 relevantes de texto(s) obligatorio(s): autor, título, editorial y año de publicación. No bibliografía completa.</w:t>
            </w:r>
          </w:p>
        </w:tc>
      </w:tr>
      <w:tr w:rsidR="00924C57" w:rsidRPr="00FF5AAF" w14:paraId="3583714C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652E36E5" w14:textId="77777777" w:rsidR="00924C57" w:rsidRPr="007156DF" w:rsidRDefault="00924C57" w:rsidP="00520CF1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38FCE667" w14:textId="77777777" w:rsidR="00924C57" w:rsidRPr="00A84CF7" w:rsidRDefault="00924C57" w:rsidP="00520CF1">
            <w:pPr>
              <w:jc w:val="center"/>
            </w:pPr>
            <w:r w:rsidRPr="00A84CF7">
              <w:t>1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591FD6E2" w14:textId="77777777" w:rsidR="00924C57" w:rsidRPr="00FF5AAF" w:rsidRDefault="00924C57" w:rsidP="00520CF1"/>
        </w:tc>
      </w:tr>
      <w:tr w:rsidR="00924C57" w:rsidRPr="00FF5AAF" w14:paraId="68C76692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0E9E383F" w14:textId="77777777" w:rsidR="00924C57" w:rsidRPr="007156DF" w:rsidRDefault="00924C57" w:rsidP="00520CF1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66E06EE0" w14:textId="77777777" w:rsidR="00924C57" w:rsidRPr="00A84CF7" w:rsidRDefault="00924C57" w:rsidP="00520CF1">
            <w:pPr>
              <w:jc w:val="center"/>
            </w:pPr>
            <w:r w:rsidRPr="00A84CF7">
              <w:t>2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4B0A64BC" w14:textId="77777777" w:rsidR="00924C57" w:rsidRPr="00FF5AAF" w:rsidRDefault="00924C57" w:rsidP="00520CF1"/>
        </w:tc>
      </w:tr>
      <w:tr w:rsidR="00924C57" w:rsidRPr="00FF5AAF" w14:paraId="4A84A186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44B6ECEB" w14:textId="77777777" w:rsidR="00924C57" w:rsidRPr="007156DF" w:rsidRDefault="00924C57" w:rsidP="00520CF1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38ABD335" w14:textId="77777777" w:rsidR="00924C57" w:rsidRPr="00A84CF7" w:rsidRDefault="00924C57" w:rsidP="00520CF1">
            <w:pPr>
              <w:jc w:val="center"/>
            </w:pPr>
            <w:r>
              <w:t>(...)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32D257F2" w14:textId="77777777" w:rsidR="00924C57" w:rsidRPr="00FF5AAF" w:rsidRDefault="00924C57" w:rsidP="00520CF1"/>
        </w:tc>
      </w:tr>
      <w:tr w:rsidR="00924C57" w:rsidRPr="00FF5AAF" w14:paraId="66DFFEE0" w14:textId="77777777" w:rsidTr="00B86DDD">
        <w:tc>
          <w:tcPr>
            <w:tcW w:w="1123" w:type="dxa"/>
            <w:vMerge/>
            <w:shd w:val="clear" w:color="auto" w:fill="D9D9D9" w:themeFill="background1" w:themeFillShade="D9"/>
          </w:tcPr>
          <w:p w14:paraId="5D357DE0" w14:textId="77777777" w:rsidR="00924C57" w:rsidRPr="007156DF" w:rsidRDefault="00924C57" w:rsidP="00520CF1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14:paraId="682ADF4D" w14:textId="77777777" w:rsidR="00924C57" w:rsidRPr="00A84CF7" w:rsidRDefault="00924C57" w:rsidP="00520CF1">
            <w:pPr>
              <w:jc w:val="center"/>
            </w:pPr>
            <w:r>
              <w:t>n</w:t>
            </w:r>
          </w:p>
        </w:tc>
        <w:tc>
          <w:tcPr>
            <w:tcW w:w="8085" w:type="dxa"/>
            <w:gridSpan w:val="17"/>
            <w:shd w:val="clear" w:color="auto" w:fill="auto"/>
          </w:tcPr>
          <w:p w14:paraId="4FC58083" w14:textId="77777777" w:rsidR="00924C57" w:rsidRPr="00FF5AAF" w:rsidRDefault="00924C57" w:rsidP="00520CF1"/>
        </w:tc>
      </w:tr>
      <w:tr w:rsidR="00924C57" w:rsidRPr="007156DF" w14:paraId="3CC24A4E" w14:textId="77777777" w:rsidTr="00B86DDD">
        <w:tc>
          <w:tcPr>
            <w:tcW w:w="1123" w:type="dxa"/>
            <w:shd w:val="clear" w:color="auto" w:fill="D9D9D9" w:themeFill="background1" w:themeFillShade="D9"/>
          </w:tcPr>
          <w:p w14:paraId="0BEBE14C" w14:textId="1D5A26BA" w:rsidR="00924C57" w:rsidRDefault="00924C57" w:rsidP="00B74A00">
            <w:pPr>
              <w:pStyle w:val="SubtitCen"/>
            </w:pPr>
            <w:r>
              <w:t>16. Profesores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14:paraId="67C4FE29" w14:textId="04CCA408" w:rsidR="00924C57" w:rsidRDefault="00924C57" w:rsidP="00924C57">
            <w:r>
              <w:t>Número</w:t>
            </w:r>
          </w:p>
        </w:tc>
        <w:tc>
          <w:tcPr>
            <w:tcW w:w="1982" w:type="dxa"/>
            <w:gridSpan w:val="2"/>
            <w:shd w:val="clear" w:color="auto" w:fill="D9D9D9" w:themeFill="background1" w:themeFillShade="D9"/>
          </w:tcPr>
          <w:p w14:paraId="7E7A123B" w14:textId="72F45BA8" w:rsidR="00924C57" w:rsidRPr="007156DF" w:rsidRDefault="00924C57" w:rsidP="00924C57">
            <w:r>
              <w:t>Nombres</w:t>
            </w:r>
          </w:p>
        </w:tc>
        <w:tc>
          <w:tcPr>
            <w:tcW w:w="1987" w:type="dxa"/>
            <w:gridSpan w:val="6"/>
            <w:shd w:val="clear" w:color="auto" w:fill="D9D9D9" w:themeFill="background1" w:themeFillShade="D9"/>
          </w:tcPr>
          <w:p w14:paraId="2C1A6F33" w14:textId="06D750E3" w:rsidR="00924C57" w:rsidRPr="007156DF" w:rsidRDefault="00924C57" w:rsidP="00924C57">
            <w:r>
              <w:t>Apellido(s)</w:t>
            </w:r>
          </w:p>
        </w:tc>
        <w:tc>
          <w:tcPr>
            <w:tcW w:w="1984" w:type="dxa"/>
            <w:gridSpan w:val="5"/>
            <w:shd w:val="clear" w:color="auto" w:fill="D9D9D9" w:themeFill="background1" w:themeFillShade="D9"/>
          </w:tcPr>
          <w:p w14:paraId="0D28C47B" w14:textId="77777777" w:rsidR="00924C57" w:rsidRPr="007156DF" w:rsidRDefault="00924C57" w:rsidP="00924C57">
            <w:r>
              <w:t>Grado Acad.</w:t>
            </w:r>
          </w:p>
        </w:tc>
        <w:tc>
          <w:tcPr>
            <w:tcW w:w="2132" w:type="dxa"/>
            <w:gridSpan w:val="4"/>
            <w:shd w:val="clear" w:color="auto" w:fill="D9D9D9" w:themeFill="background1" w:themeFillShade="D9"/>
          </w:tcPr>
          <w:p w14:paraId="4146307C" w14:textId="77777777" w:rsidR="00924C57" w:rsidRPr="007156DF" w:rsidRDefault="00924C57" w:rsidP="00924C57">
            <w:r>
              <w:t>Exp. Prof.</w:t>
            </w:r>
          </w:p>
        </w:tc>
      </w:tr>
      <w:tr w:rsidR="00924C57" w:rsidRPr="00FF5AAF" w14:paraId="63D3FFB2" w14:textId="77777777" w:rsidTr="00B86DDD">
        <w:trPr>
          <w:trHeight w:val="184"/>
        </w:trPr>
        <w:tc>
          <w:tcPr>
            <w:tcW w:w="1123" w:type="dxa"/>
            <w:vMerge w:val="restart"/>
            <w:shd w:val="clear" w:color="auto" w:fill="D9D9D9" w:themeFill="background1" w:themeFillShade="D9"/>
          </w:tcPr>
          <w:p w14:paraId="648B78AF" w14:textId="6383D408" w:rsidR="00924C57" w:rsidRPr="00924C57" w:rsidRDefault="00924C57" w:rsidP="00B74A00">
            <w:pPr>
              <w:pStyle w:val="SubtitCen"/>
            </w:pPr>
            <w:r>
              <w:t xml:space="preserve">16. a </w:t>
            </w:r>
            <w:r w:rsidRPr="00924C57">
              <w:t>Profesor</w:t>
            </w:r>
            <w:r>
              <w:t>(</w:t>
            </w:r>
            <w:r w:rsidRPr="00924C57">
              <w:t>es</w:t>
            </w:r>
            <w:r>
              <w:t>)</w:t>
            </w:r>
            <w:r w:rsidRPr="00924C57">
              <w:t xml:space="preserve"> responsable(s)</w:t>
            </w:r>
          </w:p>
        </w:tc>
        <w:tc>
          <w:tcPr>
            <w:tcW w:w="852" w:type="dxa"/>
          </w:tcPr>
          <w:p w14:paraId="2F08A58E" w14:textId="77777777" w:rsidR="00924C57" w:rsidRPr="00924C57" w:rsidRDefault="00924C57" w:rsidP="00924C57"/>
        </w:tc>
        <w:tc>
          <w:tcPr>
            <w:tcW w:w="1982" w:type="dxa"/>
            <w:gridSpan w:val="2"/>
            <w:shd w:val="clear" w:color="auto" w:fill="auto"/>
          </w:tcPr>
          <w:p w14:paraId="04A97120" w14:textId="0B574BEE" w:rsidR="00924C57" w:rsidRPr="00924C57" w:rsidRDefault="00924C57" w:rsidP="00924C57"/>
        </w:tc>
        <w:tc>
          <w:tcPr>
            <w:tcW w:w="1987" w:type="dxa"/>
            <w:gridSpan w:val="6"/>
            <w:shd w:val="clear" w:color="auto" w:fill="auto"/>
          </w:tcPr>
          <w:p w14:paraId="7365837B" w14:textId="77777777" w:rsidR="00924C57" w:rsidRPr="00924C57" w:rsidRDefault="00924C57" w:rsidP="00924C57"/>
        </w:tc>
        <w:tc>
          <w:tcPr>
            <w:tcW w:w="1984" w:type="dxa"/>
            <w:gridSpan w:val="5"/>
            <w:shd w:val="clear" w:color="auto" w:fill="auto"/>
          </w:tcPr>
          <w:p w14:paraId="187201FE" w14:textId="77777777" w:rsidR="00924C57" w:rsidRPr="00924C57" w:rsidRDefault="00924C57" w:rsidP="00924C57"/>
        </w:tc>
        <w:tc>
          <w:tcPr>
            <w:tcW w:w="2132" w:type="dxa"/>
            <w:gridSpan w:val="4"/>
            <w:shd w:val="clear" w:color="auto" w:fill="auto"/>
          </w:tcPr>
          <w:p w14:paraId="22C620AA" w14:textId="77777777" w:rsidR="00924C57" w:rsidRPr="00924C57" w:rsidRDefault="00924C57" w:rsidP="00924C57"/>
        </w:tc>
      </w:tr>
      <w:tr w:rsidR="00924C57" w:rsidRPr="00FF5AAF" w14:paraId="38CD0B35" w14:textId="77777777" w:rsidTr="00B86DDD">
        <w:trPr>
          <w:trHeight w:val="184"/>
        </w:trPr>
        <w:tc>
          <w:tcPr>
            <w:tcW w:w="1123" w:type="dxa"/>
            <w:vMerge/>
            <w:shd w:val="clear" w:color="auto" w:fill="D9D9D9" w:themeFill="background1" w:themeFillShade="D9"/>
          </w:tcPr>
          <w:p w14:paraId="500DDDB8" w14:textId="77777777" w:rsidR="00924C57" w:rsidRPr="00924C57" w:rsidRDefault="00924C57" w:rsidP="00B74A00">
            <w:pPr>
              <w:pStyle w:val="SubtitCen"/>
            </w:pPr>
          </w:p>
        </w:tc>
        <w:tc>
          <w:tcPr>
            <w:tcW w:w="852" w:type="dxa"/>
          </w:tcPr>
          <w:p w14:paraId="0DC1BE26" w14:textId="77777777" w:rsidR="00924C57" w:rsidRPr="00924C57" w:rsidRDefault="00924C57" w:rsidP="00924C57"/>
        </w:tc>
        <w:tc>
          <w:tcPr>
            <w:tcW w:w="1982" w:type="dxa"/>
            <w:gridSpan w:val="2"/>
            <w:shd w:val="clear" w:color="auto" w:fill="auto"/>
          </w:tcPr>
          <w:p w14:paraId="3EFFB875" w14:textId="110BD39C" w:rsidR="00924C57" w:rsidRPr="00924C57" w:rsidRDefault="00924C57" w:rsidP="00924C57"/>
        </w:tc>
        <w:tc>
          <w:tcPr>
            <w:tcW w:w="1987" w:type="dxa"/>
            <w:gridSpan w:val="6"/>
            <w:shd w:val="clear" w:color="auto" w:fill="auto"/>
          </w:tcPr>
          <w:p w14:paraId="73542775" w14:textId="77777777" w:rsidR="00924C57" w:rsidRPr="00924C57" w:rsidRDefault="00924C57" w:rsidP="00924C57"/>
        </w:tc>
        <w:tc>
          <w:tcPr>
            <w:tcW w:w="1984" w:type="dxa"/>
            <w:gridSpan w:val="5"/>
            <w:shd w:val="clear" w:color="auto" w:fill="auto"/>
          </w:tcPr>
          <w:p w14:paraId="7E7AB43A" w14:textId="77777777" w:rsidR="00924C57" w:rsidRPr="00924C57" w:rsidRDefault="00924C57" w:rsidP="00924C57"/>
        </w:tc>
        <w:tc>
          <w:tcPr>
            <w:tcW w:w="2132" w:type="dxa"/>
            <w:gridSpan w:val="4"/>
            <w:shd w:val="clear" w:color="auto" w:fill="auto"/>
          </w:tcPr>
          <w:p w14:paraId="5BD5EC09" w14:textId="77777777" w:rsidR="00924C57" w:rsidRPr="00924C57" w:rsidRDefault="00924C57" w:rsidP="00924C57"/>
        </w:tc>
      </w:tr>
      <w:tr w:rsidR="00924C57" w:rsidRPr="00FF5AAF" w14:paraId="58275B57" w14:textId="77777777" w:rsidTr="00B86DDD">
        <w:trPr>
          <w:trHeight w:val="184"/>
        </w:trPr>
        <w:tc>
          <w:tcPr>
            <w:tcW w:w="1123" w:type="dxa"/>
            <w:vMerge/>
            <w:shd w:val="clear" w:color="auto" w:fill="D9D9D9" w:themeFill="background1" w:themeFillShade="D9"/>
          </w:tcPr>
          <w:p w14:paraId="7A1780CB" w14:textId="77777777" w:rsidR="00924C57" w:rsidRPr="00924C57" w:rsidRDefault="00924C57" w:rsidP="00B74A00">
            <w:pPr>
              <w:pStyle w:val="SubtitCen"/>
            </w:pPr>
          </w:p>
        </w:tc>
        <w:tc>
          <w:tcPr>
            <w:tcW w:w="852" w:type="dxa"/>
          </w:tcPr>
          <w:p w14:paraId="44761756" w14:textId="77777777" w:rsidR="00924C57" w:rsidRPr="00924C57" w:rsidRDefault="00924C57" w:rsidP="00924C57"/>
        </w:tc>
        <w:tc>
          <w:tcPr>
            <w:tcW w:w="1982" w:type="dxa"/>
            <w:gridSpan w:val="2"/>
            <w:shd w:val="clear" w:color="auto" w:fill="auto"/>
          </w:tcPr>
          <w:p w14:paraId="72B4DD2F" w14:textId="5CA86D4D" w:rsidR="00924C57" w:rsidRPr="00924C57" w:rsidRDefault="00924C57" w:rsidP="00924C57"/>
        </w:tc>
        <w:tc>
          <w:tcPr>
            <w:tcW w:w="1987" w:type="dxa"/>
            <w:gridSpan w:val="6"/>
            <w:shd w:val="clear" w:color="auto" w:fill="auto"/>
          </w:tcPr>
          <w:p w14:paraId="1F965494" w14:textId="77777777" w:rsidR="00924C57" w:rsidRPr="00924C57" w:rsidRDefault="00924C57" w:rsidP="00924C57"/>
        </w:tc>
        <w:tc>
          <w:tcPr>
            <w:tcW w:w="1984" w:type="dxa"/>
            <w:gridSpan w:val="5"/>
            <w:shd w:val="clear" w:color="auto" w:fill="auto"/>
          </w:tcPr>
          <w:p w14:paraId="65377905" w14:textId="77777777" w:rsidR="00924C57" w:rsidRPr="00924C57" w:rsidRDefault="00924C57" w:rsidP="00924C57"/>
        </w:tc>
        <w:tc>
          <w:tcPr>
            <w:tcW w:w="2132" w:type="dxa"/>
            <w:gridSpan w:val="4"/>
            <w:shd w:val="clear" w:color="auto" w:fill="auto"/>
          </w:tcPr>
          <w:p w14:paraId="2BF103B1" w14:textId="77777777" w:rsidR="00924C57" w:rsidRPr="00924C57" w:rsidRDefault="00924C57" w:rsidP="00924C57"/>
        </w:tc>
      </w:tr>
      <w:tr w:rsidR="00924C57" w:rsidRPr="00FF5AAF" w14:paraId="039CEBA5" w14:textId="77777777" w:rsidTr="00B86DDD">
        <w:trPr>
          <w:trHeight w:val="184"/>
        </w:trPr>
        <w:tc>
          <w:tcPr>
            <w:tcW w:w="1123" w:type="dxa"/>
            <w:vMerge w:val="restart"/>
            <w:shd w:val="clear" w:color="auto" w:fill="D9D9D9" w:themeFill="background1" w:themeFillShade="D9"/>
          </w:tcPr>
          <w:p w14:paraId="36DACBF0" w14:textId="5D6B21D7" w:rsidR="00924C57" w:rsidRPr="00924C57" w:rsidRDefault="00924C57" w:rsidP="00B74A00">
            <w:pPr>
              <w:pStyle w:val="SubtitCen"/>
            </w:pPr>
            <w:r>
              <w:t xml:space="preserve">16.b </w:t>
            </w:r>
            <w:r w:rsidRPr="00924C57">
              <w:t>Otros instructores (últimos dos años)</w:t>
            </w:r>
          </w:p>
        </w:tc>
        <w:tc>
          <w:tcPr>
            <w:tcW w:w="852" w:type="dxa"/>
          </w:tcPr>
          <w:p w14:paraId="5EAC097B" w14:textId="77777777" w:rsidR="00924C57" w:rsidRPr="00924C57" w:rsidRDefault="00924C57" w:rsidP="00924C57"/>
        </w:tc>
        <w:tc>
          <w:tcPr>
            <w:tcW w:w="1982" w:type="dxa"/>
            <w:gridSpan w:val="2"/>
            <w:shd w:val="clear" w:color="auto" w:fill="auto"/>
          </w:tcPr>
          <w:p w14:paraId="57053976" w14:textId="016A1B75" w:rsidR="00924C57" w:rsidRPr="00924C57" w:rsidRDefault="00924C57" w:rsidP="00924C57"/>
        </w:tc>
        <w:tc>
          <w:tcPr>
            <w:tcW w:w="1987" w:type="dxa"/>
            <w:gridSpan w:val="6"/>
            <w:shd w:val="clear" w:color="auto" w:fill="auto"/>
          </w:tcPr>
          <w:p w14:paraId="7E7A4FFC" w14:textId="77777777" w:rsidR="00924C57" w:rsidRPr="00924C57" w:rsidRDefault="00924C57" w:rsidP="00924C57"/>
        </w:tc>
        <w:tc>
          <w:tcPr>
            <w:tcW w:w="1984" w:type="dxa"/>
            <w:gridSpan w:val="5"/>
            <w:shd w:val="clear" w:color="auto" w:fill="auto"/>
          </w:tcPr>
          <w:p w14:paraId="355B7ADF" w14:textId="77777777" w:rsidR="00924C57" w:rsidRPr="00924C57" w:rsidRDefault="00924C57" w:rsidP="00924C57"/>
        </w:tc>
        <w:tc>
          <w:tcPr>
            <w:tcW w:w="2132" w:type="dxa"/>
            <w:gridSpan w:val="4"/>
            <w:shd w:val="clear" w:color="auto" w:fill="auto"/>
          </w:tcPr>
          <w:p w14:paraId="4BB7095A" w14:textId="77777777" w:rsidR="00924C57" w:rsidRPr="00924C57" w:rsidRDefault="00924C57" w:rsidP="00924C57"/>
        </w:tc>
      </w:tr>
      <w:tr w:rsidR="00924C57" w:rsidRPr="00FF5AAF" w14:paraId="15DB9E1C" w14:textId="77777777" w:rsidTr="00B86DDD">
        <w:trPr>
          <w:trHeight w:val="184"/>
        </w:trPr>
        <w:tc>
          <w:tcPr>
            <w:tcW w:w="1123" w:type="dxa"/>
            <w:vMerge/>
            <w:shd w:val="clear" w:color="auto" w:fill="D9D9D9" w:themeFill="background1" w:themeFillShade="D9"/>
          </w:tcPr>
          <w:p w14:paraId="57554771" w14:textId="77777777" w:rsidR="00924C57" w:rsidRDefault="00924C57" w:rsidP="00924C57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</w:tcPr>
          <w:p w14:paraId="6B98B881" w14:textId="77777777" w:rsidR="00924C57" w:rsidRPr="00924C57" w:rsidRDefault="00924C57" w:rsidP="00924C57"/>
        </w:tc>
        <w:tc>
          <w:tcPr>
            <w:tcW w:w="1982" w:type="dxa"/>
            <w:gridSpan w:val="2"/>
            <w:shd w:val="clear" w:color="auto" w:fill="auto"/>
          </w:tcPr>
          <w:p w14:paraId="7DA291CA" w14:textId="28C012A9" w:rsidR="00924C57" w:rsidRPr="00924C57" w:rsidRDefault="00924C57" w:rsidP="00924C57"/>
        </w:tc>
        <w:tc>
          <w:tcPr>
            <w:tcW w:w="1987" w:type="dxa"/>
            <w:gridSpan w:val="6"/>
            <w:shd w:val="clear" w:color="auto" w:fill="auto"/>
          </w:tcPr>
          <w:p w14:paraId="60BFE71F" w14:textId="77777777" w:rsidR="00924C57" w:rsidRPr="00924C57" w:rsidRDefault="00924C57" w:rsidP="00924C57"/>
        </w:tc>
        <w:tc>
          <w:tcPr>
            <w:tcW w:w="1984" w:type="dxa"/>
            <w:gridSpan w:val="5"/>
            <w:shd w:val="clear" w:color="auto" w:fill="auto"/>
          </w:tcPr>
          <w:p w14:paraId="3D126A1A" w14:textId="77777777" w:rsidR="00924C57" w:rsidRPr="00924C57" w:rsidRDefault="00924C57" w:rsidP="00924C57"/>
        </w:tc>
        <w:tc>
          <w:tcPr>
            <w:tcW w:w="2132" w:type="dxa"/>
            <w:gridSpan w:val="4"/>
            <w:shd w:val="clear" w:color="auto" w:fill="auto"/>
          </w:tcPr>
          <w:p w14:paraId="0D050D4B" w14:textId="77777777" w:rsidR="00924C57" w:rsidRPr="00924C57" w:rsidRDefault="00924C57" w:rsidP="00924C57"/>
        </w:tc>
      </w:tr>
      <w:tr w:rsidR="00924C57" w:rsidRPr="00FF5AAF" w14:paraId="58417CAB" w14:textId="77777777" w:rsidTr="00B86DDD">
        <w:trPr>
          <w:trHeight w:val="184"/>
        </w:trPr>
        <w:tc>
          <w:tcPr>
            <w:tcW w:w="1123" w:type="dxa"/>
            <w:vMerge/>
            <w:shd w:val="clear" w:color="auto" w:fill="D9D9D9" w:themeFill="background1" w:themeFillShade="D9"/>
          </w:tcPr>
          <w:p w14:paraId="31B6B1F3" w14:textId="77777777" w:rsidR="00924C57" w:rsidRDefault="00924C57" w:rsidP="00924C57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</w:tcPr>
          <w:p w14:paraId="4474BF33" w14:textId="77777777" w:rsidR="00924C57" w:rsidRPr="00924C57" w:rsidRDefault="00924C57" w:rsidP="00924C57"/>
        </w:tc>
        <w:tc>
          <w:tcPr>
            <w:tcW w:w="1982" w:type="dxa"/>
            <w:gridSpan w:val="2"/>
            <w:shd w:val="clear" w:color="auto" w:fill="auto"/>
          </w:tcPr>
          <w:p w14:paraId="48D572C5" w14:textId="5CEB2845" w:rsidR="00924C57" w:rsidRPr="00924C57" w:rsidRDefault="00924C57" w:rsidP="00924C57"/>
        </w:tc>
        <w:tc>
          <w:tcPr>
            <w:tcW w:w="1987" w:type="dxa"/>
            <w:gridSpan w:val="6"/>
            <w:shd w:val="clear" w:color="auto" w:fill="auto"/>
          </w:tcPr>
          <w:p w14:paraId="3FA0D1F3" w14:textId="77777777" w:rsidR="00924C57" w:rsidRPr="00924C57" w:rsidRDefault="00924C57" w:rsidP="00924C57"/>
        </w:tc>
        <w:tc>
          <w:tcPr>
            <w:tcW w:w="1984" w:type="dxa"/>
            <w:gridSpan w:val="5"/>
            <w:shd w:val="clear" w:color="auto" w:fill="auto"/>
          </w:tcPr>
          <w:p w14:paraId="17A31DB6" w14:textId="77777777" w:rsidR="00924C57" w:rsidRPr="00924C57" w:rsidRDefault="00924C57" w:rsidP="00924C57"/>
        </w:tc>
        <w:tc>
          <w:tcPr>
            <w:tcW w:w="2132" w:type="dxa"/>
            <w:gridSpan w:val="4"/>
            <w:shd w:val="clear" w:color="auto" w:fill="auto"/>
          </w:tcPr>
          <w:p w14:paraId="0A5E21C0" w14:textId="77777777" w:rsidR="00924C57" w:rsidRPr="00924C57" w:rsidRDefault="00924C57" w:rsidP="00924C57"/>
        </w:tc>
      </w:tr>
    </w:tbl>
    <w:p w14:paraId="0C2516AC" w14:textId="4F60DBE0" w:rsidR="004F45A3" w:rsidRDefault="004F45A3" w:rsidP="0073682E"/>
    <w:p w14:paraId="7078E4EC" w14:textId="1F9EB8D9" w:rsidR="00D83D69" w:rsidRDefault="00A46F73" w:rsidP="00A46F73">
      <w:pPr>
        <w:pStyle w:val="Ttulo1"/>
      </w:pPr>
      <w:r w:rsidRPr="00A46F73">
        <w:t>Instrucciones de llenado – Cédula 3.</w:t>
      </w:r>
      <w:r w:rsidR="00B86DDD">
        <w:t>5</w:t>
      </w:r>
      <w:r w:rsidRPr="00A46F73">
        <w:t>.</w:t>
      </w:r>
      <w:r w:rsidR="00B86DDD">
        <w:t>1</w:t>
      </w:r>
    </w:p>
    <w:p w14:paraId="2115907B" w14:textId="77777777" w:rsidR="00A46F73" w:rsidRPr="00A46F73" w:rsidRDefault="00A46F73" w:rsidP="00A46F73"/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D83D69" w:rsidRPr="00A46F73" w14:paraId="4D720C4D" w14:textId="77777777" w:rsidTr="00A46F73">
        <w:tc>
          <w:tcPr>
            <w:tcW w:w="2547" w:type="dxa"/>
            <w:shd w:val="clear" w:color="auto" w:fill="DBE5F1" w:themeFill="accent1" w:themeFillTint="33"/>
          </w:tcPr>
          <w:p w14:paraId="66FBB684" w14:textId="35E24A7F" w:rsidR="00D83D69" w:rsidRPr="00A46F73" w:rsidRDefault="00A46F73" w:rsidP="00A46F73">
            <w:r>
              <w:t>Celda</w:t>
            </w:r>
          </w:p>
        </w:tc>
        <w:tc>
          <w:tcPr>
            <w:tcW w:w="7513" w:type="dxa"/>
            <w:shd w:val="clear" w:color="auto" w:fill="DBE5F1" w:themeFill="accent1" w:themeFillTint="33"/>
          </w:tcPr>
          <w:p w14:paraId="6195DDFD" w14:textId="4777071A" w:rsidR="00D83D69" w:rsidRPr="00A46F73" w:rsidRDefault="00A46F73" w:rsidP="00A46F73">
            <w:r>
              <w:t>Indicaciones</w:t>
            </w:r>
          </w:p>
        </w:tc>
      </w:tr>
      <w:tr w:rsidR="00D83D69" w:rsidRPr="00A46F73" w14:paraId="61D39A22" w14:textId="77777777" w:rsidTr="00A46F73">
        <w:tc>
          <w:tcPr>
            <w:tcW w:w="2547" w:type="dxa"/>
          </w:tcPr>
          <w:p w14:paraId="2B4EB433" w14:textId="4585C95B" w:rsidR="00D83D69" w:rsidRPr="00A46F73" w:rsidRDefault="00A46F73" w:rsidP="00A46F73">
            <w:pPr>
              <w:rPr>
                <w:b/>
                <w:bCs/>
                <w:sz w:val="20"/>
                <w:szCs w:val="28"/>
              </w:rPr>
            </w:pPr>
            <w:r>
              <w:rPr>
                <w:b/>
                <w:bCs/>
                <w:sz w:val="20"/>
                <w:szCs w:val="28"/>
              </w:rPr>
              <w:t>1. Clave del curso</w:t>
            </w:r>
          </w:p>
        </w:tc>
        <w:tc>
          <w:tcPr>
            <w:tcW w:w="7513" w:type="dxa"/>
          </w:tcPr>
          <w:p w14:paraId="0563D449" w14:textId="7EEFA2F5" w:rsidR="00D83D69" w:rsidRPr="00A46F73" w:rsidRDefault="00A46F73" w:rsidP="00A46F73">
            <w:pPr>
              <w:pStyle w:val="Instrucciones"/>
            </w:pPr>
            <w:r>
              <w:t xml:space="preserve">Clave del curso que se utilizó en la cédula </w:t>
            </w:r>
            <w:r w:rsidR="009E44EA" w:rsidRPr="009E44EA">
              <w:t>3.</w:t>
            </w:r>
            <w:r w:rsidR="00B86DDD">
              <w:t>4</w:t>
            </w:r>
            <w:r w:rsidR="009E44EA">
              <w:t xml:space="preserve">.1, específicamente en la celda </w:t>
            </w:r>
            <w:r w:rsidR="003144C9">
              <w:t xml:space="preserve">1.a y </w:t>
            </w:r>
            <w:r w:rsidR="009E44EA">
              <w:t>3.</w:t>
            </w:r>
            <w:r w:rsidR="009E44EA" w:rsidRPr="009E44EA">
              <w:t>a</w:t>
            </w:r>
          </w:p>
        </w:tc>
      </w:tr>
      <w:tr w:rsidR="00D83D69" w:rsidRPr="00A46F73" w14:paraId="2395C612" w14:textId="77777777" w:rsidTr="00A46F73">
        <w:tc>
          <w:tcPr>
            <w:tcW w:w="2547" w:type="dxa"/>
          </w:tcPr>
          <w:p w14:paraId="0DCCEB3D" w14:textId="436DCB86" w:rsidR="00D83D69" w:rsidRPr="00A46F73" w:rsidRDefault="009E44EA" w:rsidP="00A46F73">
            <w:pPr>
              <w:rPr>
                <w:b/>
                <w:bCs/>
                <w:sz w:val="20"/>
                <w:szCs w:val="28"/>
              </w:rPr>
            </w:pPr>
            <w:r w:rsidRPr="009E44EA">
              <w:rPr>
                <w:b/>
                <w:bCs/>
                <w:sz w:val="20"/>
                <w:szCs w:val="28"/>
              </w:rPr>
              <w:t>2. Nombre del curso</w:t>
            </w:r>
          </w:p>
        </w:tc>
        <w:tc>
          <w:tcPr>
            <w:tcW w:w="7513" w:type="dxa"/>
          </w:tcPr>
          <w:p w14:paraId="09693152" w14:textId="43238CDE" w:rsidR="00D83D69" w:rsidRPr="00A46F73" w:rsidRDefault="009E44EA" w:rsidP="00A46F73">
            <w:pPr>
              <w:pStyle w:val="Instrucciones"/>
            </w:pPr>
            <w:r>
              <w:t>Nombre del curso que se utilizó en la cédula 3.</w:t>
            </w:r>
            <w:r w:rsidR="00B86DDD">
              <w:t>4</w:t>
            </w:r>
            <w:r>
              <w:t>.1 y que debe coincidir con la cédula 4.</w:t>
            </w:r>
            <w:r w:rsidR="00B86DDD">
              <w:t>3</w:t>
            </w:r>
            <w:r>
              <w:t>.1.</w:t>
            </w:r>
            <w:r w:rsidR="00B86DDD">
              <w:t>c</w:t>
            </w:r>
          </w:p>
        </w:tc>
      </w:tr>
      <w:tr w:rsidR="00D83D69" w:rsidRPr="00A46F73" w14:paraId="3295003D" w14:textId="77777777" w:rsidTr="00A46F73">
        <w:tc>
          <w:tcPr>
            <w:tcW w:w="2547" w:type="dxa"/>
          </w:tcPr>
          <w:p w14:paraId="4950AF8D" w14:textId="5384A9A9" w:rsidR="00D83D69" w:rsidRPr="00A46F73" w:rsidRDefault="009E44EA" w:rsidP="00A46F73">
            <w:pPr>
              <w:rPr>
                <w:b/>
                <w:bCs/>
                <w:sz w:val="20"/>
                <w:szCs w:val="28"/>
              </w:rPr>
            </w:pPr>
            <w:r w:rsidRPr="009E44EA">
              <w:rPr>
                <w:b/>
                <w:bCs/>
                <w:sz w:val="20"/>
                <w:szCs w:val="28"/>
              </w:rPr>
              <w:t>3. Seriación o prerrequisitos</w:t>
            </w:r>
          </w:p>
        </w:tc>
        <w:tc>
          <w:tcPr>
            <w:tcW w:w="7513" w:type="dxa"/>
          </w:tcPr>
          <w:p w14:paraId="376B8333" w14:textId="30316C32" w:rsidR="00D83D69" w:rsidRPr="00A46F73" w:rsidRDefault="009E44EA" w:rsidP="00A46F73">
            <w:pPr>
              <w:pStyle w:val="Instrucciones"/>
            </w:pPr>
            <w:r>
              <w:t xml:space="preserve">Nombre del(os) curso(s) que es(son) </w:t>
            </w:r>
            <w:r w:rsidR="00D83D69" w:rsidRPr="00A46F73">
              <w:t>prerrequisito</w:t>
            </w:r>
            <w:r>
              <w:t>(</w:t>
            </w:r>
            <w:r w:rsidR="00D83D69" w:rsidRPr="00A46F73">
              <w:t>s</w:t>
            </w:r>
            <w:r>
              <w:t xml:space="preserve">) o están seriados con </w:t>
            </w:r>
            <w:r w:rsidR="00D83D69" w:rsidRPr="00A46F73">
              <w:t>este</w:t>
            </w:r>
            <w:r w:rsidR="003C35C4" w:rsidRPr="00A46F73">
              <w:t xml:space="preserve">. Esta seriación debe estar </w:t>
            </w:r>
            <w:r>
              <w:t>formalmente declarada</w:t>
            </w:r>
            <w:r w:rsidR="003C35C4" w:rsidRPr="00A46F73">
              <w:t xml:space="preserve"> en el </w:t>
            </w:r>
            <w:r>
              <w:t>plan de estudios</w:t>
            </w:r>
            <w:r w:rsidR="00D83D69" w:rsidRPr="00A46F73">
              <w:t>.</w:t>
            </w:r>
          </w:p>
        </w:tc>
      </w:tr>
      <w:tr w:rsidR="009E44EA" w:rsidRPr="00A46F73" w14:paraId="33041B62" w14:textId="77777777" w:rsidTr="00A46F73">
        <w:tc>
          <w:tcPr>
            <w:tcW w:w="2547" w:type="dxa"/>
          </w:tcPr>
          <w:p w14:paraId="1F8EB578" w14:textId="617A2FBF" w:rsidR="009E44EA" w:rsidRPr="009E44EA" w:rsidRDefault="009E44EA" w:rsidP="00A46F73">
            <w:pPr>
              <w:rPr>
                <w:b/>
                <w:bCs/>
                <w:sz w:val="20"/>
                <w:szCs w:val="28"/>
              </w:rPr>
            </w:pPr>
            <w:r w:rsidRPr="009E44EA">
              <w:rPr>
                <w:b/>
                <w:bCs/>
                <w:sz w:val="20"/>
                <w:szCs w:val="28"/>
              </w:rPr>
              <w:t xml:space="preserve">4. Ubicación </w:t>
            </w:r>
          </w:p>
        </w:tc>
        <w:tc>
          <w:tcPr>
            <w:tcW w:w="7513" w:type="dxa"/>
          </w:tcPr>
          <w:p w14:paraId="40D47E75" w14:textId="3124C13F" w:rsidR="009E44EA" w:rsidRDefault="009E44EA" w:rsidP="00A46F73">
            <w:pPr>
              <w:pStyle w:val="Instrucciones"/>
            </w:pPr>
            <w:r>
              <w:t>P</w:t>
            </w:r>
            <w:r w:rsidRPr="009E44EA">
              <w:t>eriodo en que se imparte</w:t>
            </w:r>
            <w:r>
              <w:t>, por ejemplo, número del semestre o cuatrimestre.</w:t>
            </w:r>
          </w:p>
        </w:tc>
      </w:tr>
      <w:tr w:rsidR="00D83D69" w:rsidRPr="00A46F73" w14:paraId="0745A6A7" w14:textId="77777777" w:rsidTr="00A46F73">
        <w:tc>
          <w:tcPr>
            <w:tcW w:w="2547" w:type="dxa"/>
          </w:tcPr>
          <w:p w14:paraId="45365488" w14:textId="0813C53B" w:rsidR="00D83D69" w:rsidRPr="00A46F73" w:rsidRDefault="009E44EA" w:rsidP="00A46F73">
            <w:pPr>
              <w:rPr>
                <w:b/>
                <w:bCs/>
                <w:sz w:val="20"/>
                <w:szCs w:val="28"/>
              </w:rPr>
            </w:pPr>
            <w:r w:rsidRPr="009E44EA">
              <w:rPr>
                <w:b/>
                <w:bCs/>
                <w:sz w:val="20"/>
                <w:szCs w:val="28"/>
              </w:rPr>
              <w:t>5. Tipo de curso</w:t>
            </w:r>
          </w:p>
        </w:tc>
        <w:tc>
          <w:tcPr>
            <w:tcW w:w="7513" w:type="dxa"/>
          </w:tcPr>
          <w:p w14:paraId="5055D127" w14:textId="10C0681A" w:rsidR="00D83D69" w:rsidRPr="00A46F73" w:rsidRDefault="003144C9" w:rsidP="00A46F73">
            <w:pPr>
              <w:pStyle w:val="Instrucciones"/>
            </w:pPr>
            <w:r>
              <w:t>Señalar con</w:t>
            </w:r>
            <w:r w:rsidR="00D40207" w:rsidRPr="00A46F73">
              <w:t xml:space="preserve"> una X</w:t>
            </w:r>
            <w:r w:rsidR="00945612" w:rsidRPr="00A46F73">
              <w:t>,</w:t>
            </w:r>
            <w:r w:rsidR="00D83D69" w:rsidRPr="00A46F73">
              <w:t xml:space="preserve"> si el curso es </w:t>
            </w:r>
            <w:r w:rsidR="009E44EA" w:rsidRPr="00A46F73">
              <w:t>obligatorio u optativo</w:t>
            </w:r>
            <w:r w:rsidR="009E44EA">
              <w:t>.</w:t>
            </w:r>
          </w:p>
        </w:tc>
      </w:tr>
      <w:tr w:rsidR="00D83D69" w:rsidRPr="00A46F73" w14:paraId="55D0DB52" w14:textId="77777777" w:rsidTr="00A46F73">
        <w:tc>
          <w:tcPr>
            <w:tcW w:w="2547" w:type="dxa"/>
          </w:tcPr>
          <w:p w14:paraId="16171436" w14:textId="6B5716FB" w:rsidR="00D83D69" w:rsidRPr="00A46F73" w:rsidRDefault="003144C9" w:rsidP="00A46F73">
            <w:pPr>
              <w:rPr>
                <w:b/>
                <w:bCs/>
                <w:sz w:val="20"/>
                <w:szCs w:val="28"/>
              </w:rPr>
            </w:pPr>
            <w:r w:rsidRPr="003144C9">
              <w:rPr>
                <w:b/>
                <w:bCs/>
                <w:sz w:val="20"/>
                <w:szCs w:val="28"/>
              </w:rPr>
              <w:t>6. Horas totales</w:t>
            </w:r>
          </w:p>
        </w:tc>
        <w:tc>
          <w:tcPr>
            <w:tcW w:w="7513" w:type="dxa"/>
          </w:tcPr>
          <w:p w14:paraId="5043226E" w14:textId="77777777" w:rsidR="00D83D69" w:rsidRDefault="003144C9" w:rsidP="00A46F73">
            <w:pPr>
              <w:pStyle w:val="Instrucciones"/>
            </w:pPr>
            <w:r>
              <w:t>N</w:t>
            </w:r>
            <w:r w:rsidR="00D83D69" w:rsidRPr="00A46F73">
              <w:t>úmero</w:t>
            </w:r>
            <w:r w:rsidR="00945612" w:rsidRPr="00A46F73">
              <w:t xml:space="preserve"> </w:t>
            </w:r>
            <w:r>
              <w:t xml:space="preserve">de horas de todo </w:t>
            </w:r>
            <w:r w:rsidR="00D83D69" w:rsidRPr="00A46F73">
              <w:t xml:space="preserve">el curso </w:t>
            </w:r>
            <w:r w:rsidR="00587299" w:rsidRPr="00A46F73">
              <w:t>de acuerdo con</w:t>
            </w:r>
            <w:r w:rsidR="00D83D69" w:rsidRPr="00A46F73">
              <w:t xml:space="preserve"> su clasificación por eje: Ciencias básicas, Ciencias de la ingeniería, Ingeniería aplicada, Diseño en ingeniería, Ciencias sociales y humanidades, Ciencias </w:t>
            </w:r>
            <w:r w:rsidR="00587299" w:rsidRPr="00A46F73">
              <w:t>económico-administrativas</w:t>
            </w:r>
            <w:r w:rsidR="00D83D69" w:rsidRPr="00A46F73">
              <w:t xml:space="preserve"> u </w:t>
            </w:r>
            <w:r w:rsidR="00587299" w:rsidRPr="00A46F73">
              <w:t>o</w:t>
            </w:r>
            <w:r w:rsidR="00D83D69" w:rsidRPr="00A46F73">
              <w:t>tros cursos.</w:t>
            </w:r>
            <w:r>
              <w:t xml:space="preserve"> </w:t>
            </w:r>
          </w:p>
          <w:p w14:paraId="0E6F104C" w14:textId="76DF5382" w:rsidR="003144C9" w:rsidRPr="00A46F73" w:rsidRDefault="003144C9" w:rsidP="00A46F73">
            <w:pPr>
              <w:pStyle w:val="Instrucciones"/>
            </w:pPr>
            <w:r>
              <w:t>Estas  horas deben ser congruentes con lo señalado en la cédula 3.</w:t>
            </w:r>
            <w:r w:rsidR="00B86DDD">
              <w:t>4</w:t>
            </w:r>
            <w:r>
              <w:t>.1.</w:t>
            </w:r>
          </w:p>
        </w:tc>
      </w:tr>
      <w:tr w:rsidR="003144C9" w:rsidRPr="00A46F73" w14:paraId="5F54ACC8" w14:textId="77777777" w:rsidTr="00A46F73">
        <w:tc>
          <w:tcPr>
            <w:tcW w:w="2547" w:type="dxa"/>
          </w:tcPr>
          <w:p w14:paraId="79CEFC88" w14:textId="5E5284BF" w:rsidR="003144C9" w:rsidRPr="003144C9" w:rsidRDefault="003144C9" w:rsidP="00A46F73">
            <w:pPr>
              <w:rPr>
                <w:b/>
                <w:bCs/>
                <w:sz w:val="20"/>
                <w:szCs w:val="28"/>
              </w:rPr>
            </w:pPr>
            <w:r w:rsidRPr="003144C9">
              <w:rPr>
                <w:b/>
                <w:bCs/>
                <w:sz w:val="20"/>
                <w:szCs w:val="28"/>
              </w:rPr>
              <w:t>7. Objetivos del curso</w:t>
            </w:r>
          </w:p>
        </w:tc>
        <w:tc>
          <w:tcPr>
            <w:tcW w:w="7513" w:type="dxa"/>
          </w:tcPr>
          <w:p w14:paraId="14BADA48" w14:textId="657E5950" w:rsidR="003144C9" w:rsidRPr="00A46F73" w:rsidRDefault="003144C9" w:rsidP="00A46F73">
            <w:pPr>
              <w:pStyle w:val="Instrucciones"/>
            </w:pPr>
            <w:r>
              <w:t>Descripción del(os) objetivo(s) tanto general como específicos del curso. Deben ser congruentes con la cédula 4.</w:t>
            </w:r>
            <w:r w:rsidR="00B86DDD">
              <w:t>3</w:t>
            </w:r>
            <w:r>
              <w:t>.1.</w:t>
            </w:r>
            <w:r w:rsidR="00B86DDD">
              <w:t>c</w:t>
            </w:r>
            <w:r>
              <w:t>.</w:t>
            </w:r>
            <w:r w:rsidR="00916FC4">
              <w:t xml:space="preserve"> Se refiere a</w:t>
            </w:r>
            <w:r w:rsidR="00096AA5">
              <w:t xml:space="preserve"> </w:t>
            </w:r>
            <w:r w:rsidR="00916FC4">
              <w:t>los</w:t>
            </w:r>
            <w:r w:rsidR="00916FC4" w:rsidRPr="00A46F73">
              <w:t xml:space="preserve"> principales resultados de aprendizaje que se espera alcance el estudiante al concluir el curso (lo que se espera que conozca, comprenda y sea capaz de hacer el estudiante).</w:t>
            </w:r>
          </w:p>
        </w:tc>
      </w:tr>
      <w:tr w:rsidR="00D83D69" w:rsidRPr="00A46F73" w14:paraId="78CBB59D" w14:textId="77777777" w:rsidTr="00A46F73">
        <w:tc>
          <w:tcPr>
            <w:tcW w:w="2547" w:type="dxa"/>
          </w:tcPr>
          <w:p w14:paraId="1E497C8A" w14:textId="706BD5E6" w:rsidR="00D83D69" w:rsidRPr="00A46F73" w:rsidRDefault="000802C6" w:rsidP="00A46F73">
            <w:pPr>
              <w:rPr>
                <w:b/>
                <w:bCs/>
                <w:sz w:val="20"/>
                <w:szCs w:val="28"/>
              </w:rPr>
            </w:pPr>
            <w:r w:rsidRPr="000802C6">
              <w:rPr>
                <w:b/>
                <w:bCs/>
                <w:sz w:val="20"/>
                <w:szCs w:val="28"/>
              </w:rPr>
              <w:t>8. Aportación del curso a los atributos de egreso del PE</w:t>
            </w:r>
          </w:p>
        </w:tc>
        <w:tc>
          <w:tcPr>
            <w:tcW w:w="7513" w:type="dxa"/>
          </w:tcPr>
          <w:p w14:paraId="334F6519" w14:textId="6B917EB5" w:rsidR="000802C6" w:rsidRDefault="000802C6" w:rsidP="00A46F73">
            <w:pPr>
              <w:pStyle w:val="Instrucciones"/>
            </w:pPr>
            <w:r>
              <w:t>El encabezado de cada columna debe ser el mismo nombre abreviado que se indica en la Cédula 3.</w:t>
            </w:r>
            <w:r w:rsidR="00B86DDD">
              <w:t>3</w:t>
            </w:r>
            <w:r>
              <w:t>.3. para cada atributo de egreso del PE.</w:t>
            </w:r>
          </w:p>
          <w:p w14:paraId="043B7A33" w14:textId="21115DD4" w:rsidR="00D83D69" w:rsidRPr="00A46F73" w:rsidRDefault="000802C6" w:rsidP="00A46F73">
            <w:pPr>
              <w:pStyle w:val="Instrucciones"/>
            </w:pPr>
            <w:r>
              <w:t>El g</w:t>
            </w:r>
            <w:r w:rsidR="00832690" w:rsidRPr="00A46F73">
              <w:t>rado de contribución del curso para el logro de los atributos de egreso</w:t>
            </w:r>
            <w:r w:rsidR="003144C9">
              <w:t xml:space="preserve">, </w:t>
            </w:r>
            <w:r>
              <w:t xml:space="preserve">se clasifica en los </w:t>
            </w:r>
            <w:r w:rsidR="003144C9">
              <w:t>siguien</w:t>
            </w:r>
            <w:r>
              <w:t>t</w:t>
            </w:r>
            <w:r w:rsidR="003144C9">
              <w:t xml:space="preserve">es niveles: </w:t>
            </w:r>
            <w:r w:rsidR="00D83D69" w:rsidRPr="00A46F73">
              <w:t xml:space="preserve">I = </w:t>
            </w:r>
            <w:r w:rsidR="00BE69DD">
              <w:t>Inicial</w:t>
            </w:r>
            <w:r w:rsidR="00D83D69" w:rsidRPr="00A46F73">
              <w:t>, M = Medio y A = Avanzado</w:t>
            </w:r>
            <w:r w:rsidR="003144C9">
              <w:t>.</w:t>
            </w:r>
          </w:p>
        </w:tc>
      </w:tr>
      <w:tr w:rsidR="000802C6" w:rsidRPr="00A46F73" w14:paraId="2A840BA5" w14:textId="77777777" w:rsidTr="00A46F73">
        <w:tc>
          <w:tcPr>
            <w:tcW w:w="2547" w:type="dxa"/>
          </w:tcPr>
          <w:p w14:paraId="01C4FC5A" w14:textId="2BE1DA3F" w:rsidR="000802C6" w:rsidRPr="003144C9" w:rsidRDefault="000802C6" w:rsidP="00A46F73">
            <w:pPr>
              <w:rPr>
                <w:b/>
                <w:bCs/>
                <w:sz w:val="20"/>
                <w:szCs w:val="28"/>
              </w:rPr>
            </w:pPr>
            <w:r w:rsidRPr="000802C6">
              <w:rPr>
                <w:b/>
                <w:bCs/>
                <w:sz w:val="20"/>
                <w:szCs w:val="28"/>
              </w:rPr>
              <w:t>9. Aportación del curso a los atributos de egreso del CACEI</w:t>
            </w:r>
          </w:p>
        </w:tc>
        <w:tc>
          <w:tcPr>
            <w:tcW w:w="7513" w:type="dxa"/>
          </w:tcPr>
          <w:p w14:paraId="7D11AF6E" w14:textId="41651D8C" w:rsidR="000802C6" w:rsidRDefault="000802C6" w:rsidP="00A46F73">
            <w:pPr>
              <w:pStyle w:val="Instrucciones"/>
            </w:pPr>
            <w:r>
              <w:t>El g</w:t>
            </w:r>
            <w:r w:rsidRPr="00A46F73">
              <w:t>rado de contribución del curso para el logro de los atributos de egreso</w:t>
            </w:r>
            <w:r>
              <w:t xml:space="preserve">, se clasifica en los siguientes niveles: </w:t>
            </w:r>
            <w:r w:rsidRPr="00A46F73">
              <w:t>I = In</w:t>
            </w:r>
            <w:r w:rsidR="00BE69DD">
              <w:t>icial</w:t>
            </w:r>
            <w:r w:rsidRPr="00A46F73">
              <w:t>, M = Medio y A = Avanzado</w:t>
            </w:r>
            <w:r>
              <w:t>.</w:t>
            </w:r>
          </w:p>
        </w:tc>
      </w:tr>
      <w:tr w:rsidR="00F5487D" w:rsidRPr="00A46F73" w14:paraId="52FE292B" w14:textId="77777777" w:rsidTr="00A46F73">
        <w:tc>
          <w:tcPr>
            <w:tcW w:w="2547" w:type="dxa"/>
          </w:tcPr>
          <w:p w14:paraId="2BA4FC28" w14:textId="35F74020" w:rsidR="00F5487D" w:rsidRPr="000802C6" w:rsidRDefault="00F5487D" w:rsidP="00A46F73">
            <w:pPr>
              <w:rPr>
                <w:b/>
                <w:bCs/>
                <w:sz w:val="20"/>
                <w:szCs w:val="28"/>
              </w:rPr>
            </w:pPr>
            <w:r w:rsidRPr="00F5487D">
              <w:rPr>
                <w:b/>
                <w:bCs/>
                <w:sz w:val="20"/>
                <w:szCs w:val="28"/>
              </w:rPr>
              <w:t>10</w:t>
            </w:r>
            <w:r>
              <w:rPr>
                <w:b/>
                <w:bCs/>
                <w:sz w:val="20"/>
                <w:szCs w:val="28"/>
              </w:rPr>
              <w:t>.a – 10.b Horas</w:t>
            </w:r>
          </w:p>
        </w:tc>
        <w:tc>
          <w:tcPr>
            <w:tcW w:w="7513" w:type="dxa"/>
          </w:tcPr>
          <w:p w14:paraId="736A6052" w14:textId="0278A875" w:rsidR="00F5487D" w:rsidRDefault="00F5487D" w:rsidP="00A46F73">
            <w:pPr>
              <w:pStyle w:val="Instrucciones"/>
            </w:pPr>
            <w:r>
              <w:t>Horas por semana del curso y desglose según si se llevan a cabo en el aula, laboratorio, talleres, prácticas externas, campo, etc. La suma de las horas desglosadas debe coincidir con las horas por semana.</w:t>
            </w:r>
          </w:p>
        </w:tc>
      </w:tr>
      <w:tr w:rsidR="00F5487D" w:rsidRPr="00A46F73" w14:paraId="35041C51" w14:textId="77777777" w:rsidTr="00A46F73">
        <w:tc>
          <w:tcPr>
            <w:tcW w:w="2547" w:type="dxa"/>
          </w:tcPr>
          <w:p w14:paraId="48A366CD" w14:textId="20A38C43" w:rsidR="00F5487D" w:rsidRPr="00F5487D" w:rsidRDefault="00F5487D" w:rsidP="00A46F73">
            <w:pPr>
              <w:rPr>
                <w:b/>
                <w:bCs/>
                <w:sz w:val="20"/>
                <w:szCs w:val="28"/>
              </w:rPr>
            </w:pPr>
            <w:r>
              <w:rPr>
                <w:b/>
                <w:bCs/>
                <w:sz w:val="20"/>
                <w:szCs w:val="28"/>
              </w:rPr>
              <w:t>10.c Número de grupos</w:t>
            </w:r>
          </w:p>
        </w:tc>
        <w:tc>
          <w:tcPr>
            <w:tcW w:w="7513" w:type="dxa"/>
          </w:tcPr>
          <w:p w14:paraId="3FAB9872" w14:textId="1C963B5C" w:rsidR="00F5487D" w:rsidRDefault="00F5487D" w:rsidP="00A46F73">
            <w:pPr>
              <w:pStyle w:val="Instrucciones"/>
            </w:pPr>
            <w:r>
              <w:t>Número de grupos o secciones, por ejemplo, los grupos impartidos por diferentes profesores, o los grupos para realizar prácticas o salidas de campo.</w:t>
            </w:r>
          </w:p>
        </w:tc>
      </w:tr>
      <w:tr w:rsidR="00F5487D" w:rsidRPr="00A46F73" w14:paraId="7FA0BCFD" w14:textId="77777777" w:rsidTr="00A46F73">
        <w:tc>
          <w:tcPr>
            <w:tcW w:w="2547" w:type="dxa"/>
          </w:tcPr>
          <w:p w14:paraId="5D78A9B6" w14:textId="0578B06E" w:rsidR="00F5487D" w:rsidRDefault="00F5487D" w:rsidP="00A46F73">
            <w:pPr>
              <w:rPr>
                <w:b/>
                <w:bCs/>
                <w:sz w:val="20"/>
                <w:szCs w:val="28"/>
              </w:rPr>
            </w:pPr>
            <w:r>
              <w:rPr>
                <w:b/>
                <w:bCs/>
                <w:sz w:val="20"/>
                <w:szCs w:val="28"/>
              </w:rPr>
              <w:t>10.d Calificación</w:t>
            </w:r>
          </w:p>
        </w:tc>
        <w:tc>
          <w:tcPr>
            <w:tcW w:w="7513" w:type="dxa"/>
          </w:tcPr>
          <w:p w14:paraId="7913974F" w14:textId="2A73C8B7" w:rsidR="00F5487D" w:rsidRDefault="00F5487D" w:rsidP="00A46F73">
            <w:pPr>
              <w:pStyle w:val="Instrucciones"/>
            </w:pPr>
            <w:r>
              <w:t xml:space="preserve">Calificación promedio de todos los estudiantes inscritos en </w:t>
            </w:r>
            <w:r w:rsidR="00916FC4">
              <w:t>todos los grupos d</w:t>
            </w:r>
            <w:r>
              <w:t>el curso en el último ciclo reportado.</w:t>
            </w:r>
          </w:p>
        </w:tc>
      </w:tr>
      <w:tr w:rsidR="00F5487D" w:rsidRPr="00A46F73" w14:paraId="4A00473D" w14:textId="77777777" w:rsidTr="00A46F73">
        <w:tc>
          <w:tcPr>
            <w:tcW w:w="2547" w:type="dxa"/>
          </w:tcPr>
          <w:p w14:paraId="365BB370" w14:textId="65FC41F5" w:rsidR="00F5487D" w:rsidRDefault="00F5487D" w:rsidP="00A46F73">
            <w:pPr>
              <w:rPr>
                <w:b/>
                <w:bCs/>
                <w:sz w:val="20"/>
                <w:szCs w:val="28"/>
              </w:rPr>
            </w:pPr>
            <w:r>
              <w:rPr>
                <w:b/>
                <w:bCs/>
                <w:sz w:val="20"/>
                <w:szCs w:val="28"/>
              </w:rPr>
              <w:t>10.e Resultados</w:t>
            </w:r>
          </w:p>
        </w:tc>
        <w:tc>
          <w:tcPr>
            <w:tcW w:w="7513" w:type="dxa"/>
          </w:tcPr>
          <w:p w14:paraId="76FFAF98" w14:textId="59D21813" w:rsidR="00F5487D" w:rsidRDefault="00916FC4" w:rsidP="00A46F73">
            <w:pPr>
              <w:pStyle w:val="Instrucciones"/>
            </w:pPr>
            <w:r w:rsidRPr="00916FC4">
              <w:t xml:space="preserve">Porcentaje de </w:t>
            </w:r>
            <w:r>
              <w:t xml:space="preserve">todos los </w:t>
            </w:r>
            <w:r w:rsidRPr="00916FC4">
              <w:t xml:space="preserve">alumnos </w:t>
            </w:r>
            <w:r>
              <w:t xml:space="preserve">de todos los grupos del curso </w:t>
            </w:r>
            <w:r w:rsidRPr="00916FC4">
              <w:t>que igualan o superan la calificación promedio</w:t>
            </w:r>
            <w:r>
              <w:t xml:space="preserve">. </w:t>
            </w:r>
            <w:r w:rsidRPr="00916FC4">
              <w:t>Porcentaje de reprobación</w:t>
            </w:r>
            <w:r>
              <w:t xml:space="preserve"> utilizando el mismo criterio.</w:t>
            </w:r>
          </w:p>
        </w:tc>
      </w:tr>
      <w:tr w:rsidR="00916FC4" w:rsidRPr="00A46F73" w14:paraId="43C12566" w14:textId="77777777" w:rsidTr="00A46F73">
        <w:tc>
          <w:tcPr>
            <w:tcW w:w="2547" w:type="dxa"/>
          </w:tcPr>
          <w:p w14:paraId="018BDCEE" w14:textId="45E21670" w:rsidR="00916FC4" w:rsidRDefault="00916FC4" w:rsidP="00A46F73">
            <w:pPr>
              <w:rPr>
                <w:b/>
                <w:bCs/>
                <w:sz w:val="20"/>
                <w:szCs w:val="28"/>
              </w:rPr>
            </w:pPr>
            <w:r w:rsidRPr="00916FC4">
              <w:rPr>
                <w:b/>
                <w:bCs/>
                <w:sz w:val="20"/>
                <w:szCs w:val="28"/>
              </w:rPr>
              <w:t>11. Contenido sintético del curso</w:t>
            </w:r>
          </w:p>
        </w:tc>
        <w:tc>
          <w:tcPr>
            <w:tcW w:w="7513" w:type="dxa"/>
          </w:tcPr>
          <w:p w14:paraId="6DA73C4C" w14:textId="1F79093F" w:rsidR="00916FC4" w:rsidRPr="00916FC4" w:rsidRDefault="00916FC4" w:rsidP="00A46F73">
            <w:pPr>
              <w:pStyle w:val="Instrucciones"/>
            </w:pPr>
            <w:r>
              <w:t>Principales unidades temáticas que se incluyen en el curso. No incluir contenidos específicos.</w:t>
            </w:r>
          </w:p>
        </w:tc>
      </w:tr>
      <w:tr w:rsidR="00916FC4" w:rsidRPr="00A46F73" w14:paraId="3717F965" w14:textId="77777777" w:rsidTr="00A46F73">
        <w:tc>
          <w:tcPr>
            <w:tcW w:w="2547" w:type="dxa"/>
          </w:tcPr>
          <w:p w14:paraId="6340D507" w14:textId="66F28414" w:rsidR="00916FC4" w:rsidRPr="00916FC4" w:rsidRDefault="00916FC4" w:rsidP="00A46F73">
            <w:pPr>
              <w:rPr>
                <w:b/>
                <w:bCs/>
                <w:sz w:val="20"/>
                <w:szCs w:val="28"/>
              </w:rPr>
            </w:pPr>
            <w:r w:rsidRPr="00916FC4">
              <w:rPr>
                <w:b/>
                <w:bCs/>
                <w:sz w:val="20"/>
                <w:szCs w:val="28"/>
              </w:rPr>
              <w:t>12. Principales estrategias de enseñanza</w:t>
            </w:r>
          </w:p>
        </w:tc>
        <w:tc>
          <w:tcPr>
            <w:tcW w:w="7513" w:type="dxa"/>
          </w:tcPr>
          <w:p w14:paraId="49395252" w14:textId="074BC2E9" w:rsidR="00916FC4" w:rsidRDefault="00096AA5" w:rsidP="00A46F73">
            <w:pPr>
              <w:pStyle w:val="Instrucciones"/>
            </w:pPr>
            <w:r>
              <w:t>P</w:t>
            </w:r>
            <w:r w:rsidRPr="00096AA5">
              <w:t>rincipales métodos, técnicas y ambientes de aprendizaje</w:t>
            </w:r>
            <w:r>
              <w:t xml:space="preserve">, descritos </w:t>
            </w:r>
            <w:r w:rsidR="00B86DDD">
              <w:t>con suficiente claridad y precisión para explicar</w:t>
            </w:r>
            <w:r w:rsidR="00BA4C85">
              <w:t xml:space="preserve"> cómo contribuyen a alcanzar los objetivos de aprendizaje.</w:t>
            </w:r>
          </w:p>
        </w:tc>
      </w:tr>
      <w:tr w:rsidR="00BA4C85" w:rsidRPr="00A46F73" w14:paraId="1B78BBFD" w14:textId="77777777" w:rsidTr="00A46F73">
        <w:tc>
          <w:tcPr>
            <w:tcW w:w="2547" w:type="dxa"/>
          </w:tcPr>
          <w:p w14:paraId="4A9780EE" w14:textId="5954F9C8" w:rsidR="00BA4C85" w:rsidRPr="00916FC4" w:rsidRDefault="00BA4C85" w:rsidP="00A46F73">
            <w:pPr>
              <w:rPr>
                <w:b/>
                <w:bCs/>
                <w:sz w:val="20"/>
                <w:szCs w:val="28"/>
              </w:rPr>
            </w:pPr>
            <w:r w:rsidRPr="00BA4C85">
              <w:rPr>
                <w:b/>
                <w:bCs/>
                <w:sz w:val="20"/>
                <w:szCs w:val="28"/>
              </w:rPr>
              <w:t>13. Principales estrategias de evaluación</w:t>
            </w:r>
          </w:p>
        </w:tc>
        <w:tc>
          <w:tcPr>
            <w:tcW w:w="7513" w:type="dxa"/>
          </w:tcPr>
          <w:p w14:paraId="313A0FB1" w14:textId="5B0998DB" w:rsidR="00BA4C85" w:rsidRDefault="00BA4C85" w:rsidP="00A46F73">
            <w:pPr>
              <w:pStyle w:val="Instrucciones"/>
            </w:pPr>
            <w:r>
              <w:t xml:space="preserve">Principales </w:t>
            </w:r>
            <w:r w:rsidRPr="00BA4C85">
              <w:t>métodos, técnicas e instrumentos de evaluación del aprendizaje</w:t>
            </w:r>
            <w:r>
              <w:t xml:space="preserve">, </w:t>
            </w:r>
            <w:r w:rsidR="00B86DDD">
              <w:t xml:space="preserve">descritos con suficiente claridad y precisión para explicar </w:t>
            </w:r>
            <w:r>
              <w:t>cómo se comprueba que se alcanzan los objetivos de aprendizaje.</w:t>
            </w:r>
          </w:p>
        </w:tc>
      </w:tr>
      <w:tr w:rsidR="00520CF1" w:rsidRPr="00A46F73" w14:paraId="227DB364" w14:textId="77777777" w:rsidTr="00A46F73">
        <w:tc>
          <w:tcPr>
            <w:tcW w:w="2547" w:type="dxa"/>
          </w:tcPr>
          <w:p w14:paraId="4995A740" w14:textId="77609EE1" w:rsidR="00520CF1" w:rsidRPr="00BA4C85" w:rsidRDefault="00520CF1" w:rsidP="00A46F73">
            <w:pPr>
              <w:rPr>
                <w:b/>
                <w:bCs/>
                <w:sz w:val="20"/>
                <w:szCs w:val="28"/>
              </w:rPr>
            </w:pPr>
            <w:r w:rsidRPr="00520CF1">
              <w:rPr>
                <w:b/>
                <w:bCs/>
                <w:sz w:val="20"/>
                <w:szCs w:val="28"/>
              </w:rPr>
              <w:t>14. Prácticas</w:t>
            </w:r>
          </w:p>
        </w:tc>
        <w:tc>
          <w:tcPr>
            <w:tcW w:w="7513" w:type="dxa"/>
          </w:tcPr>
          <w:p w14:paraId="0D3E1A25" w14:textId="3ABE6740" w:rsidR="00520CF1" w:rsidRDefault="00520CF1" w:rsidP="00A46F73">
            <w:pPr>
              <w:pStyle w:val="Instrucciones"/>
            </w:pPr>
            <w:r>
              <w:t xml:space="preserve">Principales prácticas de laboratorio, cómputo, campo u otro, </w:t>
            </w:r>
            <w:r w:rsidR="00B86DDD">
              <w:t xml:space="preserve">descritos con suficiente claridad y precisión para explicar </w:t>
            </w:r>
            <w:r>
              <w:t>cómo contribuyen a alcanzar los objetivos de aprendizaje.</w:t>
            </w:r>
          </w:p>
        </w:tc>
      </w:tr>
      <w:tr w:rsidR="00520CF1" w:rsidRPr="00A46F73" w14:paraId="13844286" w14:textId="77777777" w:rsidTr="00A46F73">
        <w:tc>
          <w:tcPr>
            <w:tcW w:w="2547" w:type="dxa"/>
          </w:tcPr>
          <w:p w14:paraId="60A60945" w14:textId="5907C4A8" w:rsidR="00520CF1" w:rsidRPr="00520CF1" w:rsidRDefault="00520CF1" w:rsidP="00A46F73">
            <w:pPr>
              <w:rPr>
                <w:b/>
                <w:bCs/>
                <w:sz w:val="20"/>
                <w:szCs w:val="28"/>
              </w:rPr>
            </w:pPr>
            <w:r w:rsidRPr="00520CF1">
              <w:rPr>
                <w:b/>
                <w:bCs/>
                <w:sz w:val="20"/>
                <w:szCs w:val="28"/>
              </w:rPr>
              <w:t>15. Bibliografía</w:t>
            </w:r>
          </w:p>
        </w:tc>
        <w:tc>
          <w:tcPr>
            <w:tcW w:w="7513" w:type="dxa"/>
          </w:tcPr>
          <w:p w14:paraId="5CBE81BE" w14:textId="02414453" w:rsidR="00520CF1" w:rsidRDefault="00520CF1" w:rsidP="00A46F73">
            <w:pPr>
              <w:pStyle w:val="Instrucciones"/>
            </w:pPr>
            <w:r w:rsidRPr="00520CF1">
              <w:t xml:space="preserve">Datos relevantes de texto(s) obligatorio(s): autor, título, editorial y año de publicación. No </w:t>
            </w:r>
            <w:r>
              <w:t xml:space="preserve">incluir toda la </w:t>
            </w:r>
            <w:r w:rsidRPr="00520CF1">
              <w:t>bibliografía</w:t>
            </w:r>
            <w:r>
              <w:t xml:space="preserve"> del curso, sino sólo los textos indispensables.</w:t>
            </w:r>
          </w:p>
        </w:tc>
      </w:tr>
      <w:tr w:rsidR="00520CF1" w:rsidRPr="00A46F73" w14:paraId="6EA5764E" w14:textId="77777777" w:rsidTr="00A46F73">
        <w:tc>
          <w:tcPr>
            <w:tcW w:w="2547" w:type="dxa"/>
          </w:tcPr>
          <w:p w14:paraId="060C60E3" w14:textId="4FEC876F" w:rsidR="00520CF1" w:rsidRPr="00520CF1" w:rsidRDefault="00520CF1" w:rsidP="00A46F73">
            <w:pPr>
              <w:rPr>
                <w:b/>
                <w:bCs/>
                <w:sz w:val="20"/>
                <w:szCs w:val="28"/>
              </w:rPr>
            </w:pPr>
            <w:r w:rsidRPr="00520CF1">
              <w:rPr>
                <w:b/>
                <w:bCs/>
                <w:sz w:val="20"/>
                <w:szCs w:val="28"/>
              </w:rPr>
              <w:t xml:space="preserve">16. a Profesor(es) </w:t>
            </w:r>
          </w:p>
        </w:tc>
        <w:tc>
          <w:tcPr>
            <w:tcW w:w="7513" w:type="dxa"/>
          </w:tcPr>
          <w:p w14:paraId="67314419" w14:textId="77777777" w:rsidR="00520CF1" w:rsidRDefault="000F2818" w:rsidP="00A46F73">
            <w:pPr>
              <w:pStyle w:val="Instrucciones"/>
            </w:pPr>
            <w:r>
              <w:t>D</w:t>
            </w:r>
            <w:r w:rsidRPr="00A46F73">
              <w:t>atos del</w:t>
            </w:r>
            <w:r>
              <w:t>(os)</w:t>
            </w:r>
            <w:r w:rsidRPr="00A46F73">
              <w:t xml:space="preserve"> profesor</w:t>
            </w:r>
            <w:r>
              <w:t>(es)</w:t>
            </w:r>
            <w:r w:rsidRPr="00A46F73">
              <w:t xml:space="preserve"> </w:t>
            </w:r>
            <w:r>
              <w:t>responsables y otros instructores:</w:t>
            </w:r>
          </w:p>
          <w:p w14:paraId="73060439" w14:textId="3BD49FFD" w:rsidR="000F2818" w:rsidRDefault="000F2818" w:rsidP="000F2818">
            <w:pPr>
              <w:pStyle w:val="Instrucciones"/>
            </w:pPr>
            <w:r>
              <w:t xml:space="preserve">Número que coincida con las cédulas </w:t>
            </w:r>
            <w:r w:rsidR="00B86DDD">
              <w:t>1.1.1a</w:t>
            </w:r>
            <w:r>
              <w:t xml:space="preserve"> y 1.1.1</w:t>
            </w:r>
            <w:r w:rsidR="00B86DDD">
              <w:t>b</w:t>
            </w:r>
            <w:r>
              <w:t>.</w:t>
            </w:r>
          </w:p>
          <w:p w14:paraId="1906768B" w14:textId="7245E76A" w:rsidR="000F2818" w:rsidRPr="00A46F73" w:rsidRDefault="000F2818" w:rsidP="000F2818">
            <w:pPr>
              <w:pStyle w:val="Instrucciones"/>
            </w:pPr>
            <w:r w:rsidRPr="00A46F73">
              <w:t>Nombre</w:t>
            </w:r>
            <w:r>
              <w:t xml:space="preserve"> completo</w:t>
            </w:r>
            <w:r w:rsidRPr="00A46F73">
              <w:t>.</w:t>
            </w:r>
          </w:p>
          <w:p w14:paraId="27FE733C" w14:textId="13A6E0FC" w:rsidR="000F2818" w:rsidRPr="00A46F73" w:rsidRDefault="000F2818" w:rsidP="000F2818">
            <w:pPr>
              <w:pStyle w:val="Instrucciones"/>
            </w:pPr>
            <w:r>
              <w:t>Máximo g</w:t>
            </w:r>
            <w:r w:rsidRPr="00A46F73">
              <w:t>rado académico</w:t>
            </w:r>
          </w:p>
          <w:p w14:paraId="23EDA37B" w14:textId="5A5DB54A" w:rsidR="000F2818" w:rsidRPr="00520CF1" w:rsidRDefault="000F2818" w:rsidP="000F2818">
            <w:pPr>
              <w:pStyle w:val="Instrucciones"/>
            </w:pPr>
            <w:r w:rsidRPr="00A46F73">
              <w:t>Experiencia profesional: Ingrese Si/No en función de si el profesor cuenta o no con experiencia profesional en ingeniería.</w:t>
            </w:r>
          </w:p>
        </w:tc>
      </w:tr>
    </w:tbl>
    <w:p w14:paraId="3629389C" w14:textId="77777777" w:rsidR="00D83D69" w:rsidRDefault="00D83D69" w:rsidP="0073682E"/>
    <w:sectPr w:rsidR="00D83D69" w:rsidSect="00602F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134" w:bottom="851" w:left="1134" w:header="426" w:footer="1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CD366" w14:textId="77777777" w:rsidR="00D863A4" w:rsidRDefault="00D863A4" w:rsidP="0073682E">
      <w:r>
        <w:separator/>
      </w:r>
    </w:p>
  </w:endnote>
  <w:endnote w:type="continuationSeparator" w:id="0">
    <w:p w14:paraId="37D2BB01" w14:textId="77777777" w:rsidR="00D863A4" w:rsidRDefault="00D863A4" w:rsidP="0073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A0273" w14:textId="77777777" w:rsidR="00796DED" w:rsidRDefault="00796DE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2D76F" w14:textId="77777777" w:rsidR="00520CF1" w:rsidRDefault="00520CF1" w:rsidP="0073682E">
    <w:pPr>
      <w:pStyle w:val="Piedep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A9D7B" w14:textId="77777777" w:rsidR="00796DED" w:rsidRDefault="00796D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6392A" w14:textId="77777777" w:rsidR="00D863A4" w:rsidRDefault="00D863A4" w:rsidP="0073682E">
      <w:r>
        <w:separator/>
      </w:r>
    </w:p>
  </w:footnote>
  <w:footnote w:type="continuationSeparator" w:id="0">
    <w:p w14:paraId="6621BB91" w14:textId="77777777" w:rsidR="00D863A4" w:rsidRDefault="00D863A4" w:rsidP="00736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735E5" w14:textId="77777777" w:rsidR="00796DED" w:rsidRDefault="00796DE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B4836" w14:textId="77777777" w:rsidR="00B86DDD" w:rsidRPr="00B86DDD" w:rsidRDefault="00B86DDD" w:rsidP="00B86DDD">
    <w:pPr>
      <w:pStyle w:val="Encabezado"/>
      <w:jc w:val="right"/>
      <w:rPr>
        <w:rFonts w:cs="Arial"/>
        <w:szCs w:val="18"/>
      </w:rPr>
    </w:pPr>
    <w:r w:rsidRPr="00B86DDD">
      <w:rPr>
        <w:rFonts w:cs="Arial"/>
        <w:szCs w:val="18"/>
      </w:rPr>
      <w:t>Marco de Referencia 2021 para programas de TSU</w:t>
    </w:r>
  </w:p>
  <w:p w14:paraId="67135674" w14:textId="68823242" w:rsidR="00520CF1" w:rsidRPr="004F5FBB" w:rsidRDefault="00B86DDD" w:rsidP="00B86DDD">
    <w:pPr>
      <w:pStyle w:val="Encabezado"/>
      <w:jc w:val="right"/>
    </w:pPr>
    <w:r w:rsidRPr="00B86DDD">
      <w:rPr>
        <w:rFonts w:cs="Arial"/>
        <w:szCs w:val="18"/>
      </w:rPr>
      <w:t>Vigente a partir del 21 de abril de 202</w:t>
    </w:r>
    <w:r w:rsidR="00796DED">
      <w:rPr>
        <w:rFonts w:cs="Arial"/>
        <w:szCs w:val="1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99701" w14:textId="77777777" w:rsidR="00796DED" w:rsidRDefault="00796DE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DF"/>
    <w:rsid w:val="00017954"/>
    <w:rsid w:val="000802C6"/>
    <w:rsid w:val="00094D77"/>
    <w:rsid w:val="00096AA5"/>
    <w:rsid w:val="000E3430"/>
    <w:rsid w:val="000F008E"/>
    <w:rsid w:val="000F2599"/>
    <w:rsid w:val="000F2818"/>
    <w:rsid w:val="00100B3F"/>
    <w:rsid w:val="00161703"/>
    <w:rsid w:val="001A0436"/>
    <w:rsid w:val="001C619D"/>
    <w:rsid w:val="00214A9A"/>
    <w:rsid w:val="00265DD0"/>
    <w:rsid w:val="002C2F26"/>
    <w:rsid w:val="002E180A"/>
    <w:rsid w:val="003144C9"/>
    <w:rsid w:val="00335ECC"/>
    <w:rsid w:val="003455E8"/>
    <w:rsid w:val="00360CAF"/>
    <w:rsid w:val="00375B83"/>
    <w:rsid w:val="003B50F9"/>
    <w:rsid w:val="003C35C4"/>
    <w:rsid w:val="003C6E40"/>
    <w:rsid w:val="003E51F2"/>
    <w:rsid w:val="00412A5E"/>
    <w:rsid w:val="00415305"/>
    <w:rsid w:val="00433E48"/>
    <w:rsid w:val="004359CD"/>
    <w:rsid w:val="00471F4A"/>
    <w:rsid w:val="00490FBB"/>
    <w:rsid w:val="004F1DA9"/>
    <w:rsid w:val="004F45A3"/>
    <w:rsid w:val="004F5FBB"/>
    <w:rsid w:val="00520CF1"/>
    <w:rsid w:val="00587299"/>
    <w:rsid w:val="005928EE"/>
    <w:rsid w:val="005A1B2B"/>
    <w:rsid w:val="005E2670"/>
    <w:rsid w:val="00602FEB"/>
    <w:rsid w:val="0066058F"/>
    <w:rsid w:val="00685B43"/>
    <w:rsid w:val="006A310E"/>
    <w:rsid w:val="006D078F"/>
    <w:rsid w:val="007156DF"/>
    <w:rsid w:val="0073682E"/>
    <w:rsid w:val="0076378E"/>
    <w:rsid w:val="00787E2A"/>
    <w:rsid w:val="00796DED"/>
    <w:rsid w:val="007B7CE3"/>
    <w:rsid w:val="0082151F"/>
    <w:rsid w:val="00832690"/>
    <w:rsid w:val="00833ED5"/>
    <w:rsid w:val="00857CAD"/>
    <w:rsid w:val="00863A2E"/>
    <w:rsid w:val="00886779"/>
    <w:rsid w:val="008A27FE"/>
    <w:rsid w:val="00900E4D"/>
    <w:rsid w:val="00916FC4"/>
    <w:rsid w:val="0092051C"/>
    <w:rsid w:val="00924C57"/>
    <w:rsid w:val="00926648"/>
    <w:rsid w:val="00930B32"/>
    <w:rsid w:val="00945612"/>
    <w:rsid w:val="00946048"/>
    <w:rsid w:val="009653AF"/>
    <w:rsid w:val="00995B0D"/>
    <w:rsid w:val="009E44EA"/>
    <w:rsid w:val="009F1DF9"/>
    <w:rsid w:val="009F2592"/>
    <w:rsid w:val="00A2440F"/>
    <w:rsid w:val="00A34706"/>
    <w:rsid w:val="00A46F73"/>
    <w:rsid w:val="00A5286D"/>
    <w:rsid w:val="00A52B43"/>
    <w:rsid w:val="00A6099D"/>
    <w:rsid w:val="00A6733B"/>
    <w:rsid w:val="00A84CF7"/>
    <w:rsid w:val="00A922E7"/>
    <w:rsid w:val="00A93F00"/>
    <w:rsid w:val="00AB5D98"/>
    <w:rsid w:val="00AD0EC9"/>
    <w:rsid w:val="00AE20BF"/>
    <w:rsid w:val="00B1426F"/>
    <w:rsid w:val="00B26A77"/>
    <w:rsid w:val="00B346FF"/>
    <w:rsid w:val="00B43B1C"/>
    <w:rsid w:val="00B45BD1"/>
    <w:rsid w:val="00B46647"/>
    <w:rsid w:val="00B67306"/>
    <w:rsid w:val="00B74A00"/>
    <w:rsid w:val="00B86DDD"/>
    <w:rsid w:val="00B93838"/>
    <w:rsid w:val="00BA4C85"/>
    <w:rsid w:val="00BC5D0B"/>
    <w:rsid w:val="00BE69DD"/>
    <w:rsid w:val="00C12B12"/>
    <w:rsid w:val="00C51592"/>
    <w:rsid w:val="00C53FF6"/>
    <w:rsid w:val="00C677BE"/>
    <w:rsid w:val="00C8217F"/>
    <w:rsid w:val="00CA478D"/>
    <w:rsid w:val="00CC0847"/>
    <w:rsid w:val="00CC3837"/>
    <w:rsid w:val="00CC5E2B"/>
    <w:rsid w:val="00CD0A30"/>
    <w:rsid w:val="00D2747B"/>
    <w:rsid w:val="00D36664"/>
    <w:rsid w:val="00D40207"/>
    <w:rsid w:val="00D818ED"/>
    <w:rsid w:val="00D83D69"/>
    <w:rsid w:val="00D863A4"/>
    <w:rsid w:val="00DD02A6"/>
    <w:rsid w:val="00DF0BC3"/>
    <w:rsid w:val="00E56B55"/>
    <w:rsid w:val="00E72AC4"/>
    <w:rsid w:val="00E73BC8"/>
    <w:rsid w:val="00E942A8"/>
    <w:rsid w:val="00E9678A"/>
    <w:rsid w:val="00EC491A"/>
    <w:rsid w:val="00ED4FE6"/>
    <w:rsid w:val="00EF37EA"/>
    <w:rsid w:val="00F34342"/>
    <w:rsid w:val="00F5234E"/>
    <w:rsid w:val="00F53814"/>
    <w:rsid w:val="00F5487D"/>
    <w:rsid w:val="00F56CE1"/>
    <w:rsid w:val="00F70FD2"/>
    <w:rsid w:val="00F828D2"/>
    <w:rsid w:val="00FA70A8"/>
    <w:rsid w:val="00FC7F47"/>
    <w:rsid w:val="00FD2B2E"/>
    <w:rsid w:val="00FD2CF6"/>
    <w:rsid w:val="00FF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1A8F11"/>
  <w14:defaultImageDpi w14:val="300"/>
  <w15:docId w15:val="{3C4F68D6-69F1-49FC-A2DF-BA94AABB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99D"/>
    <w:rPr>
      <w:rFonts w:ascii="Arial Narrow" w:hAnsi="Arial Narrow"/>
      <w:sz w:val="18"/>
    </w:rPr>
  </w:style>
  <w:style w:type="paragraph" w:styleId="Ttulo1">
    <w:name w:val="heading 1"/>
    <w:basedOn w:val="Normal"/>
    <w:next w:val="Normal"/>
    <w:link w:val="Ttulo1Car"/>
    <w:uiPriority w:val="9"/>
    <w:qFormat/>
    <w:rsid w:val="00A46F73"/>
    <w:pPr>
      <w:jc w:val="center"/>
      <w:outlineLvl w:val="0"/>
    </w:pPr>
    <w:rPr>
      <w:b/>
      <w:bCs/>
      <w:sz w:val="24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15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86779"/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677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368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3682E"/>
  </w:style>
  <w:style w:type="paragraph" w:styleId="Piedepgina">
    <w:name w:val="footer"/>
    <w:basedOn w:val="Normal"/>
    <w:link w:val="PiedepginaCar"/>
    <w:uiPriority w:val="99"/>
    <w:unhideWhenUsed/>
    <w:rsid w:val="007368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3682E"/>
  </w:style>
  <w:style w:type="paragraph" w:customStyle="1" w:styleId="SubttuloTab">
    <w:name w:val="SubtítuloTab"/>
    <w:basedOn w:val="Normal"/>
    <w:link w:val="SubttuloTabCar"/>
    <w:qFormat/>
    <w:rsid w:val="00A6099D"/>
    <w:rPr>
      <w:b/>
      <w:bCs/>
      <w:sz w:val="16"/>
      <w:szCs w:val="16"/>
    </w:rPr>
  </w:style>
  <w:style w:type="paragraph" w:customStyle="1" w:styleId="SubtitCen">
    <w:name w:val="SubtitCen"/>
    <w:basedOn w:val="SubttuloTab"/>
    <w:link w:val="SubtitCenCar"/>
    <w:qFormat/>
    <w:rsid w:val="001C619D"/>
    <w:pPr>
      <w:jc w:val="center"/>
    </w:pPr>
  </w:style>
  <w:style w:type="character" w:customStyle="1" w:styleId="SubttuloTabCar">
    <w:name w:val="SubtítuloTab Car"/>
    <w:basedOn w:val="Fuentedeprrafopredeter"/>
    <w:link w:val="SubttuloTab"/>
    <w:rsid w:val="00A6099D"/>
    <w:rPr>
      <w:rFonts w:ascii="Arial Narrow" w:hAnsi="Arial Narrow"/>
      <w:b/>
      <w:bCs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46F73"/>
    <w:rPr>
      <w:rFonts w:ascii="Arial Narrow" w:hAnsi="Arial Narrow"/>
      <w:b/>
      <w:bCs/>
      <w:szCs w:val="36"/>
    </w:rPr>
  </w:style>
  <w:style w:type="character" w:customStyle="1" w:styleId="SubtitCenCar">
    <w:name w:val="SubtitCen Car"/>
    <w:basedOn w:val="SubttuloTabCar"/>
    <w:link w:val="SubtitCen"/>
    <w:rsid w:val="001C619D"/>
    <w:rPr>
      <w:rFonts w:ascii="Arial Narrow" w:hAnsi="Arial Narrow"/>
      <w:b/>
      <w:bCs/>
      <w:sz w:val="16"/>
      <w:szCs w:val="16"/>
    </w:rPr>
  </w:style>
  <w:style w:type="paragraph" w:customStyle="1" w:styleId="Instrucciones">
    <w:name w:val="Instrucciones"/>
    <w:basedOn w:val="Normal"/>
    <w:link w:val="InstruccionesCar"/>
    <w:qFormat/>
    <w:rsid w:val="00A46F73"/>
    <w:rPr>
      <w:sz w:val="20"/>
      <w:szCs w:val="28"/>
    </w:rPr>
  </w:style>
  <w:style w:type="character" w:customStyle="1" w:styleId="InstruccionesCar">
    <w:name w:val="Instrucciones Car"/>
    <w:basedOn w:val="Fuentedeprrafopredeter"/>
    <w:link w:val="Instrucciones"/>
    <w:rsid w:val="00A46F73"/>
    <w:rPr>
      <w:rFonts w:ascii="Arial Narrow" w:hAnsi="Arial Narrow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1040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FIUADY</Company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Loría</dc:creator>
  <cp:keywords/>
  <dc:description/>
  <cp:lastModifiedBy>LUZ MARIA NIETO CARAVEO</cp:lastModifiedBy>
  <cp:revision>26</cp:revision>
  <cp:lastPrinted>2016-08-27T17:37:00Z</cp:lastPrinted>
  <dcterms:created xsi:type="dcterms:W3CDTF">2020-06-13T16:19:00Z</dcterms:created>
  <dcterms:modified xsi:type="dcterms:W3CDTF">2021-05-10T23:43:00Z</dcterms:modified>
</cp:coreProperties>
</file>